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9555A7" w:rsidP="005204C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Voyages</w:t>
      </w:r>
    </w:p>
    <w:p w:rsidR="009555A7" w:rsidRDefault="00F3321B" w:rsidP="005204C4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879975"/>
            <wp:effectExtent l="19050" t="0" r="2540" b="0"/>
            <wp:docPr id="21" name="Afbeelding 20" descr="Voy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yag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7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5204C4" w:rsidRDefault="005204C4" w:rsidP="005204C4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Simple/ </w:t>
      </w:r>
      <w:r w:rsidR="00B5069D">
        <w:rPr>
          <w:rFonts w:ascii="Comic Sans MS" w:hAnsi="Comic Sans MS"/>
          <w:sz w:val="24"/>
          <w:szCs w:val="24"/>
        </w:rPr>
        <w:t>Diamonds</w:t>
      </w:r>
      <w:r>
        <w:rPr>
          <w:rFonts w:ascii="Comic Sans MS" w:hAnsi="Comic Sans MS"/>
          <w:sz w:val="24"/>
          <w:szCs w:val="24"/>
        </w:rPr>
        <w:br/>
      </w:r>
      <w:r w:rsidR="00B5069D">
        <w:rPr>
          <w:rFonts w:ascii="Comic Sans MS" w:hAnsi="Comic Sans MS"/>
          <w:sz w:val="24"/>
          <w:szCs w:val="24"/>
        </w:rPr>
        <w:t>Toadies/ Weaver</w:t>
      </w:r>
      <w:r w:rsidR="00B5069D">
        <w:rPr>
          <w:rFonts w:ascii="Comic Sans MS" w:hAnsi="Comic Sans MS"/>
          <w:sz w:val="24"/>
          <w:szCs w:val="24"/>
        </w:rPr>
        <w:br/>
      </w:r>
      <w:r w:rsidR="00144A7A">
        <w:rPr>
          <w:rFonts w:ascii="Comic Sans MS" w:hAnsi="Comic Sans MS"/>
          <w:sz w:val="24"/>
          <w:szCs w:val="24"/>
        </w:rPr>
        <w:t xml:space="preserve">&amp;&lt;Bkg Kaleidoscope&gt;/ </w:t>
      </w:r>
      <w:r w:rsidR="00B5069D">
        <w:rPr>
          <w:rFonts w:ascii="Comic Sans MS" w:hAnsi="Comic Sans MS"/>
          <w:sz w:val="24"/>
          <w:szCs w:val="24"/>
        </w:rPr>
        <w:t xml:space="preserve"> 4 QFlip/UpperL</w:t>
      </w:r>
      <w:r w:rsidR="00B5069D">
        <w:rPr>
          <w:rFonts w:ascii="Comic Sans MS" w:hAnsi="Comic Sans MS"/>
          <w:sz w:val="24"/>
          <w:szCs w:val="24"/>
        </w:rPr>
        <w:br/>
        <w:t>Alf`s border fx/ Border Checkers</w:t>
      </w:r>
    </w:p>
    <w:p w:rsidR="005204C4" w:rsidRDefault="005204C4" w:rsidP="005204C4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5204C4"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B5069D" w:rsidRDefault="005204C4" w:rsidP="00B5069D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Mehdi/</w:t>
      </w:r>
      <w:r w:rsidR="00B5069D">
        <w:rPr>
          <w:rFonts w:ascii="Comic Sans MS" w:hAnsi="Comic Sans MS"/>
          <w:sz w:val="24"/>
          <w:szCs w:val="24"/>
        </w:rPr>
        <w:t xml:space="preserve"> Wavy Lab 1.1</w:t>
      </w:r>
      <w:r>
        <w:rPr>
          <w:rFonts w:ascii="Comic Sans MS" w:hAnsi="Comic Sans MS"/>
          <w:sz w:val="24"/>
          <w:szCs w:val="24"/>
        </w:rPr>
        <w:br/>
      </w:r>
      <w:r w:rsidR="00B5069D">
        <w:rPr>
          <w:rFonts w:ascii="Comic Sans MS" w:hAnsi="Comic Sans MS"/>
          <w:sz w:val="24"/>
          <w:szCs w:val="24"/>
        </w:rPr>
        <w:t>Simple/ Qick Tiles</w:t>
      </w:r>
      <w:r w:rsidR="00B5069D">
        <w:rPr>
          <w:rFonts w:ascii="Comic Sans MS" w:hAnsi="Comic Sans MS"/>
          <w:sz w:val="24"/>
          <w:szCs w:val="24"/>
        </w:rPr>
        <w:br/>
        <w:t>AAA Frames/ Foto Frame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Materialen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5204C4" w:rsidRDefault="005204C4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9555A7" w:rsidRDefault="009555A7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8A7C4E" w:rsidRDefault="001E7478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57500" cy="1428750"/>
            <wp:effectExtent l="19050" t="0" r="0" b="0"/>
            <wp:docPr id="2" name="Afbeelding 1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478" w:rsidRDefault="001E7478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1E7478" w:rsidRDefault="001E7478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450.</w:t>
      </w:r>
    </w:p>
    <w:p w:rsidR="001E7478" w:rsidRDefault="001E7478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mehdi/ Wavy Lab 1.1:</w:t>
      </w:r>
      <w:r>
        <w:rPr>
          <w:rFonts w:ascii="Comic Sans MS" w:hAnsi="Comic Sans MS"/>
          <w:sz w:val="24"/>
          <w:szCs w:val="24"/>
        </w:rPr>
        <w:br/>
      </w:r>
      <w:r w:rsidR="001E10A0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39599" cy="2622792"/>
            <wp:effectExtent l="19050" t="0" r="0" b="0"/>
            <wp:docPr id="3" name="Afbeelding 2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0973" cy="262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30.</w:t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 Unlimited/ Simple/ Diamonds: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83935" cy="2972211"/>
            <wp:effectExtent l="19050" t="19050" r="12065" b="18639"/>
            <wp:docPr id="4" name="Afbeelding 3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297221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Unlimited/ Toadies/ Weaver/ meteen Apply: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35746" cy="3467100"/>
            <wp:effectExtent l="19050" t="19050" r="12604" b="19050"/>
            <wp:docPr id="5" name="Afbeelding 4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5746" cy="3467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Laag/ Handmatig instellen: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19425" cy="3657600"/>
            <wp:effectExtent l="19050" t="0" r="9525" b="0"/>
            <wp:docPr id="6" name="Afbeelding 5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0A0" w:rsidRDefault="001E10A0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Unlimited/ &amp;&lt;Bkg Kaleidoscope&gt;/ 4 QFlip UpperL: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93575" cy="2791367"/>
            <wp:effectExtent l="19050" t="19050" r="11925" b="28033"/>
            <wp:docPr id="7" name="Afbeelding 6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1909" cy="27953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E10A0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 Unlimited/ Alf`s BorderFX/ Border Checkers: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05210" cy="4635231"/>
            <wp:effectExtent l="19050" t="0" r="5090" b="0"/>
            <wp:docPr id="8" name="Afbeelding 7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7592" cy="463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Simple/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72125" cy="2409825"/>
            <wp:effectExtent l="19050" t="0" r="9525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Aanpassen/ Gamma correctie: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33700" cy="3657600"/>
            <wp:effectExtent l="19050" t="0" r="0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breed 5.</w:t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144A7A" w:rsidRDefault="00144A7A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 w:rsidR="009E6B0B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3228975"/>
            <wp:effectExtent l="19050" t="0" r="0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 Unlimited/ &amp;&lt;Bkg Kaleidoscope&gt;/ 4 QFlip UpperR: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44521" cy="2920036"/>
            <wp:effectExtent l="19050" t="19050" r="13379" b="13664"/>
            <wp:docPr id="12" name="Afbeelding 11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717" cy="292061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S.Voyages.01.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9E6B0B" w:rsidRDefault="009E6B0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afbeelding avion-dc3a</w:t>
      </w:r>
      <w:r w:rsidR="00C1336E">
        <w:rPr>
          <w:rFonts w:ascii="Comic Sans MS" w:hAnsi="Comic Sans MS"/>
          <w:sz w:val="24"/>
          <w:szCs w:val="24"/>
        </w:rPr>
        <w:t>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afbeelding.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Plakken speciaal/ Plakken in/ Gecentreerd.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01251" cy="2408787"/>
            <wp:effectExtent l="19050" t="0" r="0" b="0"/>
            <wp:docPr id="13" name="Afbeelding 12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1605" cy="241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81325" cy="3238500"/>
            <wp:effectExtent l="19050" t="0" r="9525" b="0"/>
            <wp:docPr id="14" name="Afbeelding 13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en plak de teksttube op je werk.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05125" cy="3190875"/>
            <wp:effectExtent l="19050" t="0" r="9525" b="0"/>
            <wp:docPr id="15" name="Afbeelding 14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en plak de tube Deco glass.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en plak de tube Avion.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zoals je ziet op het voorbeeld.</w:t>
      </w:r>
    </w:p>
    <w:p w:rsidR="00C1336E" w:rsidRDefault="00C1336E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 w:rsidR="00256AAC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14725"/>
            <wp:effectExtent l="19050" t="0" r="9525" b="0"/>
            <wp:docPr id="16" name="Afbeelding 15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 xml:space="preserve"> breed 5/ voorgrondkleur</w:t>
      </w:r>
      <w:r>
        <w:rPr>
          <w:rFonts w:ascii="Comic Sans MS" w:hAnsi="Comic Sans MS"/>
          <w:sz w:val="24"/>
          <w:szCs w:val="24"/>
        </w:rPr>
        <w:br/>
        <w:t>breed 45/ kleur wit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het witte kader.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 Mehdi/ Wavy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12798" cy="2637441"/>
            <wp:effectExtent l="19050" t="0" r="0" b="0"/>
            <wp:docPr id="17" name="Afbeelding 16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6996" cy="263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breed 10.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8bff AAA Fames/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236335" cy="2455564"/>
            <wp:effectExtent l="19050" t="0" r="0" b="0"/>
            <wp:docPr id="18" name="Afbeelding 17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6335" cy="245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Alles selecteren.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45.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724150" cy="2926264"/>
            <wp:effectExtent l="19050" t="0" r="0" b="0"/>
            <wp:docPr id="19" name="Afbeelding 18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92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en plak de tube femme Malacka2.</w:t>
      </w:r>
    </w:p>
    <w:p w:rsidR="00256AAC" w:rsidRDefault="00256AAC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Plaats de tube links op je werk </w:t>
      </w:r>
      <w:r w:rsidR="00F3321B">
        <w:rPr>
          <w:rFonts w:ascii="Comic Sans MS" w:hAnsi="Comic Sans MS"/>
          <w:sz w:val="24"/>
          <w:szCs w:val="24"/>
        </w:rPr>
        <w:t xml:space="preserve">, zie voorbeeld, </w:t>
      </w:r>
      <w:r>
        <w:rPr>
          <w:rFonts w:ascii="Comic Sans MS" w:hAnsi="Comic Sans MS"/>
          <w:sz w:val="24"/>
          <w:szCs w:val="24"/>
        </w:rPr>
        <w:t>en haal de handtekening weg.</w:t>
      </w:r>
    </w:p>
    <w:p w:rsidR="00256AAC" w:rsidRDefault="00F3321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67050" cy="3505200"/>
            <wp:effectExtent l="19050" t="0" r="0" b="0"/>
            <wp:docPr id="20" name="Afbeelding 19" descr="ScreenShot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8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321B" w:rsidRDefault="00F3321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F3321B" w:rsidRDefault="00F3321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kleur zwart.</w:t>
      </w:r>
    </w:p>
    <w:p w:rsidR="00F3321B" w:rsidRDefault="00F3321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weer samen.</w:t>
      </w:r>
    </w:p>
    <w:p w:rsidR="00F3321B" w:rsidRPr="001E7478" w:rsidRDefault="00F3321B" w:rsidP="001E7478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700.</w:t>
      </w: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</w:p>
    <w:p w:rsidR="008A7C4E" w:rsidRDefault="008A7C4E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dit door mij vertaalde werkje van Manany.</w:t>
      </w:r>
    </w:p>
    <w:p w:rsidR="008A7C4E" w:rsidRPr="005204C4" w:rsidRDefault="008A7C4E" w:rsidP="005204C4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sectPr w:rsidR="008A7C4E" w:rsidRPr="005204C4" w:rsidSect="005204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1228"/>
    <w:multiLevelType w:val="hybridMultilevel"/>
    <w:tmpl w:val="63E229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04C4"/>
    <w:rsid w:val="00031E1E"/>
    <w:rsid w:val="000D57C7"/>
    <w:rsid w:val="000E2EAD"/>
    <w:rsid w:val="00100E3D"/>
    <w:rsid w:val="00144A7A"/>
    <w:rsid w:val="001E10A0"/>
    <w:rsid w:val="001E4DF3"/>
    <w:rsid w:val="001E7478"/>
    <w:rsid w:val="00256AAC"/>
    <w:rsid w:val="003C6A3D"/>
    <w:rsid w:val="003D1016"/>
    <w:rsid w:val="004937FD"/>
    <w:rsid w:val="005204C4"/>
    <w:rsid w:val="00525C4E"/>
    <w:rsid w:val="0088561E"/>
    <w:rsid w:val="008A7C4E"/>
    <w:rsid w:val="00922E27"/>
    <w:rsid w:val="009555A7"/>
    <w:rsid w:val="009E6B0B"/>
    <w:rsid w:val="00A0467B"/>
    <w:rsid w:val="00A14884"/>
    <w:rsid w:val="00B5069D"/>
    <w:rsid w:val="00BC6705"/>
    <w:rsid w:val="00C1336E"/>
    <w:rsid w:val="00C33AE3"/>
    <w:rsid w:val="00CB29CD"/>
    <w:rsid w:val="00CB7C02"/>
    <w:rsid w:val="00DF65FC"/>
    <w:rsid w:val="00EB7DD3"/>
    <w:rsid w:val="00F3321B"/>
    <w:rsid w:val="00F3643E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69D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1E7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Voyages</Template>
  <TotalTime>1</TotalTime>
  <Pages>11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2016-07-30T15:14:00Z</dcterms:created>
  <dcterms:modified xsi:type="dcterms:W3CDTF">2016-07-30T15:14:00Z</dcterms:modified>
</cp:coreProperties>
</file>