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62A" w:rsidRDefault="00BF41AB" w:rsidP="0068207A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Pluie D'Automne</w:t>
      </w:r>
    </w:p>
    <w:p w:rsidR="00D407C0" w:rsidRDefault="0016241E" w:rsidP="0068207A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  <w:lang w:eastAsia="nl-NL"/>
        </w:rPr>
        <w:drawing>
          <wp:inline distT="0" distB="0" distL="0" distR="0">
            <wp:extent cx="6645910" cy="4879975"/>
            <wp:effectExtent l="19050" t="0" r="2540" b="0"/>
            <wp:docPr id="22" name="Afbeelding 21" descr="Pluie D'Autom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uie D'Automn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87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207A" w:rsidRDefault="0068207A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Gemaakt met PFS X 10.10.1</w:t>
      </w:r>
    </w:p>
    <w:p w:rsidR="0068207A" w:rsidRDefault="0068207A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****************************************</w:t>
      </w:r>
    </w:p>
    <w:p w:rsidR="0068207A" w:rsidRDefault="0068207A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Gebruikte filters 8bf:</w:t>
      </w:r>
    </w:p>
    <w:p w:rsidR="0068207A" w:rsidRDefault="0068207A" w:rsidP="0068207A">
      <w:pPr>
        <w:jc w:val="center"/>
        <w:rPr>
          <w:rFonts w:ascii="Comic Sans MS" w:hAnsi="Comic Sans MS"/>
          <w:b/>
          <w:sz w:val="24"/>
          <w:szCs w:val="24"/>
          <w:u w:val="single"/>
        </w:rPr>
      </w:pPr>
      <w:r>
        <w:rPr>
          <w:rFonts w:ascii="Comic Sans MS" w:hAnsi="Comic Sans MS"/>
          <w:b/>
          <w:sz w:val="24"/>
          <w:szCs w:val="24"/>
          <w:u w:val="single"/>
        </w:rPr>
        <w:t>Importeren naar Unlimited:</w:t>
      </w:r>
    </w:p>
    <w:p w:rsidR="00BF41AB" w:rsidRPr="00BF41AB" w:rsidRDefault="00BF41AB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Tramages/ Holidays in Egypt</w:t>
      </w:r>
      <w:r>
        <w:rPr>
          <w:rFonts w:ascii="Comic Sans MS" w:hAnsi="Comic Sans MS"/>
          <w:sz w:val="24"/>
          <w:szCs w:val="24"/>
        </w:rPr>
        <w:br/>
        <w:t>VM Extravaganza/ Transmission</w:t>
      </w:r>
      <w:r>
        <w:rPr>
          <w:rFonts w:ascii="Comic Sans MS" w:hAnsi="Comic Sans MS"/>
          <w:sz w:val="24"/>
          <w:szCs w:val="24"/>
        </w:rPr>
        <w:br/>
        <w:t>Simple/ Pizza Slice Mirror</w:t>
      </w:r>
      <w:r>
        <w:rPr>
          <w:rFonts w:ascii="Comic Sans MS" w:hAnsi="Comic Sans MS"/>
          <w:sz w:val="24"/>
          <w:szCs w:val="24"/>
        </w:rPr>
        <w:br/>
        <w:t>Mura`s Seamles/ Tiling with Shrink</w:t>
      </w:r>
    </w:p>
    <w:p w:rsidR="0068207A" w:rsidRDefault="0068207A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4"/>
          <w:szCs w:val="24"/>
          <w:u w:val="single"/>
        </w:rPr>
        <w:t>Andere filters 8bf:</w:t>
      </w:r>
    </w:p>
    <w:p w:rsidR="0068207A" w:rsidRDefault="00BF41AB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Mehdi/ Wavy Lab 1.1</w:t>
      </w:r>
      <w:r>
        <w:rPr>
          <w:rFonts w:ascii="Comic Sans MS" w:hAnsi="Comic Sans MS"/>
          <w:sz w:val="24"/>
          <w:szCs w:val="24"/>
        </w:rPr>
        <w:br/>
        <w:t>AAA Frames/ Foto Frame</w:t>
      </w:r>
      <w:r>
        <w:rPr>
          <w:rFonts w:ascii="Comic Sans MS" w:hAnsi="Comic Sans MS"/>
          <w:sz w:val="24"/>
          <w:szCs w:val="24"/>
        </w:rPr>
        <w:br/>
        <w:t>AP Lines/ Lines-Silverling</w:t>
      </w:r>
      <w:r>
        <w:rPr>
          <w:rFonts w:ascii="Comic Sans MS" w:hAnsi="Comic Sans MS"/>
          <w:sz w:val="24"/>
          <w:szCs w:val="24"/>
        </w:rPr>
        <w:br/>
        <w:t>Simple/ Quick Tile</w:t>
      </w:r>
      <w:r>
        <w:rPr>
          <w:rFonts w:ascii="Comic Sans MS" w:hAnsi="Comic Sans MS"/>
          <w:sz w:val="24"/>
          <w:szCs w:val="24"/>
        </w:rPr>
        <w:br/>
      </w:r>
    </w:p>
    <w:p w:rsidR="0068207A" w:rsidRDefault="0068207A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********************************************************</w:t>
      </w:r>
    </w:p>
    <w:p w:rsidR="0068207A" w:rsidRDefault="0068207A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Materialen</w:t>
      </w:r>
    </w:p>
    <w:p w:rsidR="0068207A" w:rsidRDefault="0068207A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</w:t>
      </w:r>
    </w:p>
    <w:p w:rsidR="0068207A" w:rsidRDefault="0068207A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Met dank aan Riet en Ans voor het controleren van de les.</w:t>
      </w:r>
    </w:p>
    <w:p w:rsidR="0068207A" w:rsidRDefault="0068207A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****************************************************************************</w:t>
      </w:r>
    </w:p>
    <w:p w:rsidR="0068207A" w:rsidRDefault="0068207A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Zet onderstaande kleuren in je Aangepaste kleurenpalet:</w:t>
      </w:r>
    </w:p>
    <w:p w:rsidR="0068207A" w:rsidRDefault="00D407C0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4286250" cy="1428750"/>
            <wp:effectExtent l="19050" t="0" r="0" b="0"/>
            <wp:docPr id="1" name="Afbeelding 0" descr="Kleurenpalet Pluie d'autom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leurenpalet Pluie d'automn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07C0" w:rsidRDefault="00D407C0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*******************************************************************</w:t>
      </w:r>
    </w:p>
    <w:p w:rsidR="00D407C0" w:rsidRDefault="00D407C0" w:rsidP="00D407C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een nieuwe afbeelding van 650 x 450/ kleur wit.</w:t>
      </w:r>
    </w:p>
    <w:p w:rsidR="00D407C0" w:rsidRDefault="00D407C0" w:rsidP="00D407C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 8bf/ Mehdi/ Wavy Lab 1.1: Zet kleur 3 in het derde blokje.: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6341110" cy="2680400"/>
            <wp:effectExtent l="19050" t="0" r="2540" b="0"/>
            <wp:docPr id="3" name="Afbeelding 2" descr="ScreenShot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41110" cy="268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07C0" w:rsidRDefault="00D407C0" w:rsidP="00D407C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Visueel effect/ Gaussiaanse vervaging/ 50.</w:t>
      </w:r>
    </w:p>
    <w:p w:rsidR="00D407C0" w:rsidRDefault="00D407C0" w:rsidP="00D407C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Dupliceren.</w:t>
      </w:r>
    </w:p>
    <w:p w:rsidR="00D407C0" w:rsidRDefault="00D407C0" w:rsidP="00D407C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Selectievorm laden/ laad de vorm S.Pluie D'Automne.01.</w:t>
      </w:r>
    </w:p>
    <w:p w:rsidR="00D407C0" w:rsidRDefault="00D407C0" w:rsidP="00D407C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Knippen.</w:t>
      </w:r>
    </w:p>
    <w:p w:rsidR="00D407C0" w:rsidRDefault="00D407C0" w:rsidP="00D407C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Selecteer laag.</w:t>
      </w:r>
    </w:p>
    <w:p w:rsidR="00D407C0" w:rsidRDefault="00D407C0" w:rsidP="00D407C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 8bf/ Unlimited/ Tramages/ Holidays in Egypt: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4886325" cy="5181600"/>
            <wp:effectExtent l="38100" t="19050" r="28575" b="19050"/>
            <wp:docPr id="4" name="Afbeelding 3" descr="ScreenShot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51816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407C0" w:rsidRDefault="00DD0D22" w:rsidP="00D407C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DD0D22" w:rsidRDefault="00DD0D22" w:rsidP="00D407C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Dupliceren.</w:t>
      </w:r>
    </w:p>
    <w:p w:rsidR="00DD0D22" w:rsidRDefault="00DD0D22" w:rsidP="00D407C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Selectievorm laden/ laad de vorm S.Pluie D'Automne.02.</w:t>
      </w:r>
    </w:p>
    <w:p w:rsidR="00DD0D22" w:rsidRDefault="00DD0D22" w:rsidP="00D407C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Knippen.</w:t>
      </w:r>
    </w:p>
    <w:p w:rsidR="00DD0D22" w:rsidRDefault="00DD0D22" w:rsidP="00D407C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op laag 1.</w:t>
      </w:r>
    </w:p>
    <w:p w:rsidR="00DD0D22" w:rsidRDefault="00DD0D22" w:rsidP="00D407C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selecteer laag.</w:t>
      </w:r>
    </w:p>
    <w:p w:rsidR="00DD0D22" w:rsidRDefault="00DD0D22" w:rsidP="00D407C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 8bf/ Unlimited/ VM Extravaganza/ Transmission: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4981575" cy="5238750"/>
            <wp:effectExtent l="38100" t="19050" r="28575" b="19050"/>
            <wp:docPr id="5" name="Afbeelding 4" descr="ScreenShot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3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52387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D0D22" w:rsidRDefault="00DD0D22" w:rsidP="00D407C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Dubbelklik op de laag/ Dekvermogen 50%: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067050" cy="3514725"/>
            <wp:effectExtent l="19050" t="0" r="0" b="0"/>
            <wp:docPr id="6" name="Afbeelding 5" descr="ScreenShot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4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0D22" w:rsidRDefault="00DD0D22" w:rsidP="00D407C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 8bf/ AAA Frames/ Foto Frame: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6218735" cy="2445069"/>
            <wp:effectExtent l="19050" t="0" r="0" b="0"/>
            <wp:docPr id="7" name="Afbeelding 6" descr="ScreenShot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5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6300" cy="2448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0D22" w:rsidRDefault="00DD0D22" w:rsidP="00D407C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op laag 2.</w:t>
      </w:r>
    </w:p>
    <w:p w:rsidR="00DD0D22" w:rsidRDefault="00DD0D22" w:rsidP="00D407C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Selecteer laag.</w:t>
      </w:r>
    </w:p>
    <w:p w:rsidR="00DD0D22" w:rsidRDefault="00DD0D22" w:rsidP="00D407C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 8bf/ AP Lines/ Lines-Silverlining:</w:t>
      </w:r>
      <w:r>
        <w:rPr>
          <w:rFonts w:ascii="Comic Sans MS" w:hAnsi="Comic Sans MS"/>
          <w:sz w:val="24"/>
          <w:szCs w:val="24"/>
        </w:rPr>
        <w:br/>
      </w:r>
      <w:r w:rsidR="00794829"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6191250" cy="4038600"/>
            <wp:effectExtent l="19050" t="0" r="0" b="0"/>
            <wp:docPr id="8" name="Afbeelding 7" descr="ScreenShot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6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1250" cy="403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4829" w:rsidRDefault="00794829" w:rsidP="00D407C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Relief/ Relief.</w:t>
      </w:r>
    </w:p>
    <w:p w:rsidR="00794829" w:rsidRDefault="00794829" w:rsidP="00D407C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Verkleinen/ 15.</w:t>
      </w:r>
    </w:p>
    <w:p w:rsidR="00794829" w:rsidRDefault="00794829" w:rsidP="00D407C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Filter/ Stileren/ Toenemende omtrek: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2895600" cy="3219450"/>
            <wp:effectExtent l="19050" t="0" r="0" b="0"/>
            <wp:docPr id="9" name="Afbeelding 8" descr="ScreenShot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7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4829" w:rsidRDefault="00794829" w:rsidP="00D407C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Omkaderen en vullen/ Streep wit/ breed 1: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019425" cy="4762500"/>
            <wp:effectExtent l="19050" t="0" r="9525" b="0"/>
            <wp:docPr id="11" name="Afbeelding 10" descr="ScreenShot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8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4829" w:rsidRDefault="00794829" w:rsidP="00D407C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794829" w:rsidRDefault="00794829" w:rsidP="00D407C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Dubbelklik op de laag/ Slagschaduw: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095625" cy="3533775"/>
            <wp:effectExtent l="19050" t="0" r="9525" b="0"/>
            <wp:docPr id="12" name="Afbeelding 11" descr="ScreenShot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9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353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4829" w:rsidRDefault="00794829" w:rsidP="00D407C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Schaduw samenvoegen.</w:t>
      </w:r>
    </w:p>
    <w:p w:rsidR="00794829" w:rsidRDefault="00794829" w:rsidP="00D407C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Herhaal de schaduw, maar dan X en Y -7.</w:t>
      </w:r>
    </w:p>
    <w:p w:rsidR="00794829" w:rsidRDefault="00794829" w:rsidP="00D407C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op de achtergrond.</w:t>
      </w:r>
    </w:p>
    <w:p w:rsidR="00794829" w:rsidRDefault="00794829" w:rsidP="00D407C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 8bf/ Unlimited/ Simple/ Pizza Slaice Mirror: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000625" cy="3562350"/>
            <wp:effectExtent l="19050" t="19050" r="28575" b="19050"/>
            <wp:docPr id="13" name="Afbeelding 12" descr="ScreenShot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0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35623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369CA" w:rsidRDefault="00D369CA" w:rsidP="00D407C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 8bf/ Simple/ Quick Tile: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581650" cy="2438400"/>
            <wp:effectExtent l="19050" t="0" r="0" b="0"/>
            <wp:docPr id="14" name="Afbeelding 13" descr="ScreenShot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1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69CA" w:rsidRDefault="00D369CA" w:rsidP="00D407C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Selectievorm laden/ laad de vorm S.Pluie D'Automne.03.</w:t>
      </w:r>
    </w:p>
    <w:p w:rsidR="00D369CA" w:rsidRDefault="00D369CA" w:rsidP="00D407C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Omgekeerd.</w:t>
      </w:r>
    </w:p>
    <w:p w:rsidR="00D369CA" w:rsidRDefault="00D369CA" w:rsidP="00D407C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 8bf/ AP Lines/ Lines-Silverlin</w:t>
      </w:r>
      <w:r w:rsidR="007E2C70">
        <w:rPr>
          <w:rFonts w:ascii="Comic Sans MS" w:hAnsi="Comic Sans MS"/>
          <w:sz w:val="24"/>
          <w:szCs w:val="24"/>
        </w:rPr>
        <w:t>ing:</w:t>
      </w:r>
      <w:r w:rsidR="007E2C70">
        <w:rPr>
          <w:rFonts w:ascii="Comic Sans MS" w:hAnsi="Comic Sans MS"/>
          <w:sz w:val="24"/>
          <w:szCs w:val="24"/>
        </w:rPr>
        <w:br/>
      </w:r>
      <w:r w:rsidR="007E2C70"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715000" cy="3695700"/>
            <wp:effectExtent l="19050" t="0" r="0" b="0"/>
            <wp:docPr id="15" name="Afbeelding 14" descr="ScreenShot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2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2C70" w:rsidRDefault="007E2C70" w:rsidP="00D407C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Relief/ Relief.</w:t>
      </w:r>
    </w:p>
    <w:p w:rsidR="007E2C70" w:rsidRDefault="007E2C70" w:rsidP="00D407C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7E2C70" w:rsidRDefault="007E2C70" w:rsidP="00D407C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Foret_d_automne_CibiBijoux.</w:t>
      </w:r>
    </w:p>
    <w:p w:rsidR="007E2C70" w:rsidRDefault="007E2C70" w:rsidP="00D407C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 de achtergrond.</w:t>
      </w:r>
    </w:p>
    <w:p w:rsidR="007E2C70" w:rsidRDefault="007E2C70" w:rsidP="007E2C7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Plaats de tube naar links, tot de handtekening weg is.</w:t>
      </w:r>
    </w:p>
    <w:p w:rsidR="007E2C70" w:rsidRDefault="007E2C70" w:rsidP="007E2C7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Selectie/ Selectie vorm laden/ laad de vorm s.Pluie D'Automne.04.</w:t>
      </w:r>
      <w:r w:rsidR="00A32CDC">
        <w:rPr>
          <w:rFonts w:ascii="Comic Sans MS" w:hAnsi="Comic Sans MS"/>
          <w:sz w:val="24"/>
          <w:szCs w:val="24"/>
        </w:rPr>
        <w:br/>
      </w:r>
      <w:r w:rsidR="00A32CDC"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6448425" cy="4467225"/>
            <wp:effectExtent l="19050" t="0" r="9525" b="0"/>
            <wp:docPr id="16" name="Afbeelding 15" descr="ScreenShot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3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48425" cy="446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2C70" w:rsidRDefault="007E2C70" w:rsidP="007E2C7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Knippen.</w:t>
      </w:r>
    </w:p>
    <w:p w:rsidR="007E2C70" w:rsidRDefault="007E2C70" w:rsidP="007E2C7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  <w:r w:rsidR="00A32CDC">
        <w:rPr>
          <w:rFonts w:ascii="Comic Sans MS" w:hAnsi="Comic Sans MS"/>
          <w:sz w:val="24"/>
          <w:szCs w:val="24"/>
        </w:rPr>
        <w:t>Het ziet er nu zo uit:</w:t>
      </w:r>
      <w:r w:rsidR="00A32CDC">
        <w:rPr>
          <w:rFonts w:ascii="Comic Sans MS" w:hAnsi="Comic Sans MS"/>
          <w:sz w:val="24"/>
          <w:szCs w:val="24"/>
        </w:rPr>
        <w:br/>
      </w:r>
      <w:r w:rsidR="00A32CDC"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715000" cy="3409950"/>
            <wp:effectExtent l="19050" t="0" r="0" b="0"/>
            <wp:docPr id="17" name="Afbeelding 16" descr="ScreenShot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4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2CDC" w:rsidRDefault="00A32CDC" w:rsidP="007E2C7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Alle lagen samenvoegen.</w:t>
      </w:r>
    </w:p>
    <w:p w:rsidR="00A32CDC" w:rsidRDefault="001862F1" w:rsidP="007E2C7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Patroon selecteren.</w:t>
      </w:r>
    </w:p>
    <w:p w:rsidR="001862F1" w:rsidRDefault="001862F1" w:rsidP="001862F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Afbeelding/ Kader toevoegen:</w:t>
      </w:r>
      <w:r>
        <w:rPr>
          <w:rFonts w:ascii="Comic Sans MS" w:hAnsi="Comic Sans MS"/>
          <w:sz w:val="24"/>
          <w:szCs w:val="24"/>
        </w:rPr>
        <w:br/>
        <w:t>breed 2/ voorgrondkleur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</w:rPr>
        <w:lastRenderedPageBreak/>
        <w:t>breed 2/ achtergrondkleur</w:t>
      </w:r>
      <w:r>
        <w:rPr>
          <w:rFonts w:ascii="Comic Sans MS" w:hAnsi="Comic Sans MS"/>
          <w:sz w:val="24"/>
          <w:szCs w:val="24"/>
        </w:rPr>
        <w:br/>
        <w:t>breed 2/ voorgrondkleur</w:t>
      </w:r>
      <w:r>
        <w:rPr>
          <w:rFonts w:ascii="Comic Sans MS" w:hAnsi="Comic Sans MS"/>
          <w:sz w:val="24"/>
          <w:szCs w:val="24"/>
        </w:rPr>
        <w:br/>
        <w:t>breed 45/ kleur wit</w:t>
      </w:r>
    </w:p>
    <w:p w:rsidR="001862F1" w:rsidRDefault="001862F1" w:rsidP="001862F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Selecteer met de toverstaf de witte rand.</w:t>
      </w:r>
    </w:p>
    <w:p w:rsidR="001862F1" w:rsidRDefault="001862F1" w:rsidP="001862F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Vullen met patroon.</w:t>
      </w:r>
    </w:p>
    <w:p w:rsidR="001862F1" w:rsidRDefault="001862F1" w:rsidP="001862F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Visueel effect/ Gaussiaanse vervaging/ 50.</w:t>
      </w:r>
    </w:p>
    <w:p w:rsidR="001862F1" w:rsidRDefault="001862F1" w:rsidP="001862F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 8bf/ Unlimited/ Mura`s Seamles/ Tiling with Shrink: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000625" cy="5219700"/>
            <wp:effectExtent l="38100" t="19050" r="28575" b="19050"/>
            <wp:docPr id="18" name="Afbeelding 17" descr="ScreenShot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5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52197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862F1" w:rsidRDefault="001862F1" w:rsidP="001862F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Omgekeerd.</w:t>
      </w:r>
    </w:p>
    <w:p w:rsidR="001862F1" w:rsidRDefault="001862F1" w:rsidP="001862F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Filter/ Stileren/ Toenemende omtrek: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000375" cy="3219450"/>
            <wp:effectExtent l="19050" t="0" r="9525" b="0"/>
            <wp:docPr id="19" name="Afbeelding 18" descr="ScreenShot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6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62F1" w:rsidRDefault="001862F1" w:rsidP="001862F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1862F1" w:rsidRDefault="001862F1" w:rsidP="001862F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Alles selecteren.</w:t>
      </w:r>
    </w:p>
    <w:p w:rsidR="001862F1" w:rsidRDefault="001862F1" w:rsidP="001862F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Verkleinen/ 22.</w:t>
      </w:r>
    </w:p>
    <w:p w:rsidR="001862F1" w:rsidRDefault="00FD52C4" w:rsidP="001862F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Stileren/ Toenemende omtrek. Als punt 51.</w:t>
      </w:r>
    </w:p>
    <w:p w:rsidR="00FD52C4" w:rsidRDefault="00FD52C4" w:rsidP="001862F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FD52C4" w:rsidRDefault="00FD52C4" w:rsidP="001862F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deco feuille.</w:t>
      </w:r>
    </w:p>
    <w:p w:rsidR="00FD52C4" w:rsidRDefault="00FD52C4" w:rsidP="001862F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je wer</w:t>
      </w:r>
      <w:r w:rsidR="00F63B27">
        <w:rPr>
          <w:rFonts w:ascii="Comic Sans MS" w:hAnsi="Comic Sans MS"/>
          <w:sz w:val="24"/>
          <w:szCs w:val="24"/>
        </w:rPr>
        <w:t>k</w:t>
      </w:r>
      <w:r>
        <w:rPr>
          <w:rFonts w:ascii="Comic Sans MS" w:hAnsi="Comic Sans MS"/>
          <w:sz w:val="24"/>
          <w:szCs w:val="24"/>
        </w:rPr>
        <w:t>.</w:t>
      </w:r>
    </w:p>
    <w:p w:rsidR="00FD52C4" w:rsidRDefault="00FD52C4" w:rsidP="001862F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Plaats de tube rechts boven. Zie voorbeeld. Of op een plaats die jij mooi vind.</w:t>
      </w:r>
    </w:p>
    <w:p w:rsidR="00FD52C4" w:rsidRDefault="00FD52C4" w:rsidP="001862F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texte.</w:t>
      </w:r>
    </w:p>
    <w:p w:rsidR="00FD52C4" w:rsidRDefault="00FD52C4" w:rsidP="001862F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je werk.</w:t>
      </w:r>
    </w:p>
    <w:p w:rsidR="00FD52C4" w:rsidRDefault="00FD52C4" w:rsidP="001862F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Plaats de tekst rechts onder. Zie voorbeeld.</w:t>
      </w:r>
    </w:p>
    <w:p w:rsidR="00FD52C4" w:rsidRDefault="00FD52C4" w:rsidP="001862F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Dubbelklik op de laag/ Slagschaduw: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2808317" cy="3190875"/>
            <wp:effectExtent l="19050" t="0" r="0" b="0"/>
            <wp:docPr id="20" name="Afbeelding 19" descr="ScreenShot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7.jp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8317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52C4" w:rsidRDefault="00FD52C4" w:rsidP="001862F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Open de tube FAC0110.</w:t>
      </w:r>
    </w:p>
    <w:p w:rsidR="00FD52C4" w:rsidRDefault="00FD52C4" w:rsidP="001862F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je werk.</w:t>
      </w:r>
    </w:p>
    <w:p w:rsidR="00FD52C4" w:rsidRDefault="00FD52C4" w:rsidP="001862F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Wis de handtekening weg met het gummetje.</w:t>
      </w:r>
    </w:p>
    <w:p w:rsidR="00FD52C4" w:rsidRDefault="00FD52C4" w:rsidP="001862F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Plaats de tube naar links. Zie voorbeeld.</w:t>
      </w:r>
    </w:p>
    <w:p w:rsidR="004D4060" w:rsidRDefault="00FD52C4" w:rsidP="0068207A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Dubbelklik op de laag/ Slagschaduw:</w:t>
      </w:r>
      <w:r>
        <w:rPr>
          <w:rFonts w:ascii="Comic Sans MS" w:hAnsi="Comic Sans MS"/>
          <w:sz w:val="24"/>
          <w:szCs w:val="24"/>
        </w:rPr>
        <w:br/>
      </w:r>
      <w:r w:rsidR="0016241E"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095625" cy="3514725"/>
            <wp:effectExtent l="19050" t="0" r="9525" b="0"/>
            <wp:docPr id="21" name="Afbeelding 20" descr="ScreenShot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8.jp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41E" w:rsidRDefault="0016241E" w:rsidP="0068207A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Alle lagen samenvoegen.</w:t>
      </w:r>
    </w:p>
    <w:p w:rsidR="0016241E" w:rsidRDefault="0016241E" w:rsidP="0068207A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Afbeelding/ Kader toevoegen/ breed 1 kleur zwart.</w:t>
      </w:r>
    </w:p>
    <w:p w:rsidR="0016241E" w:rsidRDefault="0016241E" w:rsidP="0068207A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Zet je naam op het werk en voeg de lagen samen.</w:t>
      </w:r>
    </w:p>
    <w:p w:rsidR="0016241E" w:rsidRDefault="0016241E" w:rsidP="0068207A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Afbeelding/ Afmetingen afbeelding/ breed 700.</w:t>
      </w:r>
    </w:p>
    <w:p w:rsidR="004D4060" w:rsidRDefault="004D4060" w:rsidP="0068207A">
      <w:pPr>
        <w:jc w:val="center"/>
        <w:rPr>
          <w:rFonts w:ascii="Comic Sans MS" w:hAnsi="Comic Sans MS"/>
          <w:sz w:val="24"/>
          <w:szCs w:val="24"/>
        </w:rPr>
      </w:pPr>
    </w:p>
    <w:p w:rsidR="004D4060" w:rsidRDefault="004D4060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Veel plezier met dit door mij vertaalde werkje van manany.</w:t>
      </w:r>
    </w:p>
    <w:p w:rsidR="004D4060" w:rsidRPr="0068207A" w:rsidRDefault="004D4060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Merci Manany!</w:t>
      </w:r>
    </w:p>
    <w:sectPr w:rsidR="004D4060" w:rsidRPr="0068207A" w:rsidSect="0068207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A4D80"/>
    <w:multiLevelType w:val="hybridMultilevel"/>
    <w:tmpl w:val="C67AF37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compat/>
  <w:rsids>
    <w:rsidRoot w:val="004D4060"/>
    <w:rsid w:val="00031E1E"/>
    <w:rsid w:val="000D57C7"/>
    <w:rsid w:val="000E2EAD"/>
    <w:rsid w:val="0016241E"/>
    <w:rsid w:val="001862F1"/>
    <w:rsid w:val="001E4DF3"/>
    <w:rsid w:val="003C6A3D"/>
    <w:rsid w:val="003D1016"/>
    <w:rsid w:val="004937FD"/>
    <w:rsid w:val="004D4060"/>
    <w:rsid w:val="00525C4E"/>
    <w:rsid w:val="005A50BA"/>
    <w:rsid w:val="0068207A"/>
    <w:rsid w:val="00794829"/>
    <w:rsid w:val="007E2C70"/>
    <w:rsid w:val="0088561E"/>
    <w:rsid w:val="0089746D"/>
    <w:rsid w:val="00922E27"/>
    <w:rsid w:val="00A0467B"/>
    <w:rsid w:val="00A14884"/>
    <w:rsid w:val="00A32CDC"/>
    <w:rsid w:val="00A76103"/>
    <w:rsid w:val="00BC6705"/>
    <w:rsid w:val="00BF41AB"/>
    <w:rsid w:val="00C33AE3"/>
    <w:rsid w:val="00D20BE9"/>
    <w:rsid w:val="00D369CA"/>
    <w:rsid w:val="00D407C0"/>
    <w:rsid w:val="00DD0D22"/>
    <w:rsid w:val="00DF65FC"/>
    <w:rsid w:val="00EB7DD3"/>
    <w:rsid w:val="00F3643E"/>
    <w:rsid w:val="00F63B27"/>
    <w:rsid w:val="00FD52C4"/>
    <w:rsid w:val="00FE3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D57C7"/>
    <w:rPr>
      <w:noProof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40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407C0"/>
    <w:rPr>
      <w:rFonts w:ascii="Tahoma" w:hAnsi="Tahoma" w:cs="Tahoma"/>
      <w:noProof/>
      <w:sz w:val="16"/>
      <w:szCs w:val="16"/>
    </w:rPr>
  </w:style>
  <w:style w:type="paragraph" w:styleId="Lijstalinea">
    <w:name w:val="List Paragraph"/>
    <w:basedOn w:val="Standaard"/>
    <w:uiPriority w:val="34"/>
    <w:qFormat/>
    <w:rsid w:val="00D407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bruiker\AppData\Roaming\Microsoft\Sjablonen\lessen%20Manany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lessen Manany</Template>
  <TotalTime>5</TotalTime>
  <Pages>12</Pages>
  <Words>549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3</cp:revision>
  <dcterms:created xsi:type="dcterms:W3CDTF">2016-11-03T17:53:00Z</dcterms:created>
  <dcterms:modified xsi:type="dcterms:W3CDTF">2016-11-04T10:18:00Z</dcterms:modified>
</cp:coreProperties>
</file>