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A" w:rsidRDefault="005204C4" w:rsidP="005204C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Eglantine</w:t>
      </w:r>
    </w:p>
    <w:p w:rsidR="00201F98" w:rsidRDefault="00201F98" w:rsidP="005204C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lang w:eastAsia="nl-NL"/>
        </w:rPr>
        <w:drawing>
          <wp:inline distT="0" distB="0" distL="0" distR="0">
            <wp:extent cx="6645910" cy="4889500"/>
            <wp:effectExtent l="19050" t="0" r="2540" b="0"/>
            <wp:docPr id="19" name="Afbeelding 18" descr="Eglant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lanti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8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PFS X 10.10.1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5204C4" w:rsidRDefault="005204C4" w:rsidP="005204C4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Importeren naar Unlimited: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Simple/ </w:t>
      </w:r>
      <w:r w:rsidR="00073246">
        <w:rPr>
          <w:rFonts w:ascii="Comic Sans MS" w:hAnsi="Comic Sans MS"/>
          <w:sz w:val="24"/>
          <w:szCs w:val="24"/>
        </w:rPr>
        <w:t>Blintz en Pizza Slice Mirror</w:t>
      </w:r>
      <w:r>
        <w:rPr>
          <w:rFonts w:ascii="Comic Sans MS" w:hAnsi="Comic Sans MS"/>
          <w:sz w:val="24"/>
          <w:szCs w:val="24"/>
        </w:rPr>
        <w:br/>
        <w:t>$&gt;Bkg Designer sf10 I</w:t>
      </w:r>
      <w:r w:rsidR="00073246">
        <w:rPr>
          <w:rFonts w:ascii="Comic Sans MS" w:hAnsi="Comic Sans MS"/>
          <w:sz w:val="24"/>
          <w:szCs w:val="24"/>
        </w:rPr>
        <w:t>/ bee morph en 4 Way Average</w:t>
      </w:r>
    </w:p>
    <w:p w:rsidR="005204C4" w:rsidRDefault="005204C4" w:rsidP="005204C4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5204C4">
        <w:rPr>
          <w:rFonts w:ascii="Comic Sans MS" w:hAnsi="Comic Sans MS"/>
          <w:b/>
          <w:sz w:val="24"/>
          <w:szCs w:val="24"/>
          <w:u w:val="single"/>
        </w:rPr>
        <w:t>Andere filters 8bf: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Mehdi/</w:t>
      </w:r>
      <w:r w:rsidR="00073246">
        <w:rPr>
          <w:rFonts w:ascii="Comic Sans MS" w:hAnsi="Comic Sans MS"/>
          <w:sz w:val="24"/>
          <w:szCs w:val="24"/>
        </w:rPr>
        <w:t xml:space="preserve"> Wavy Lab 1.1 en Sorting Tiles</w:t>
      </w:r>
      <w:r>
        <w:rPr>
          <w:rFonts w:ascii="Comic Sans MS" w:hAnsi="Comic Sans MS"/>
          <w:sz w:val="24"/>
          <w:szCs w:val="24"/>
        </w:rPr>
        <w:br/>
        <w:t>AP Lines/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Carolaine ans Sesibility</w:t>
      </w:r>
      <w:r w:rsidR="00073246">
        <w:rPr>
          <w:rFonts w:ascii="Comic Sans MS" w:hAnsi="Comic Sans MS"/>
          <w:sz w:val="24"/>
          <w:szCs w:val="24"/>
        </w:rPr>
        <w:t>/ CS-Hlines</w:t>
      </w:r>
      <w:r>
        <w:rPr>
          <w:rFonts w:ascii="Comic Sans MS" w:hAnsi="Comic Sans MS"/>
          <w:sz w:val="24"/>
          <w:szCs w:val="24"/>
        </w:rPr>
        <w:br/>
        <w:t>Unlimited/ Buttons &amp; Frames</w:t>
      </w:r>
      <w:r w:rsidR="00073246">
        <w:rPr>
          <w:rFonts w:ascii="Comic Sans MS" w:hAnsi="Comic Sans MS"/>
          <w:sz w:val="24"/>
          <w:szCs w:val="24"/>
        </w:rPr>
        <w:t>/ Glass Frame 2</w:t>
      </w:r>
      <w:r>
        <w:rPr>
          <w:rFonts w:ascii="Comic Sans MS" w:hAnsi="Comic Sans MS"/>
          <w:sz w:val="24"/>
          <w:szCs w:val="24"/>
        </w:rPr>
        <w:br/>
        <w:t>AAA Frames/ Foto Frame</w:t>
      </w:r>
      <w:r>
        <w:rPr>
          <w:rFonts w:ascii="Comic Sans MS" w:hAnsi="Comic Sans MS"/>
          <w:sz w:val="24"/>
          <w:szCs w:val="24"/>
        </w:rPr>
        <w:br/>
        <w:t>************************************************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Materialen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Met dank aan Riet en Ans voor het controleren van de les.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</w:t>
      </w:r>
    </w:p>
    <w:p w:rsidR="005A3643" w:rsidRDefault="005A3643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onderstaande kleuren in je Aangepaste kleurenpalet: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333750" cy="1666875"/>
            <wp:effectExtent l="19050" t="0" r="0" b="0"/>
            <wp:docPr id="1" name="Afbeelding 0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643" w:rsidRDefault="005A3643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***************************************************************************</w:t>
      </w:r>
    </w:p>
    <w:p w:rsidR="005A3643" w:rsidRDefault="005A3643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650 x 450.</w:t>
      </w:r>
    </w:p>
    <w:p w:rsidR="005A3643" w:rsidRDefault="00073246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Mehdi/ Wavy Lab 1.1: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55607" cy="2519724"/>
            <wp:effectExtent l="19050" t="0" r="7043" b="0"/>
            <wp:docPr id="2" name="Afbeelding 1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9645" cy="252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246" w:rsidRDefault="00073246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Simple/ Blintz: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43171" cy="2819400"/>
            <wp:effectExtent l="19050" t="19050" r="19479" b="19050"/>
            <wp:docPr id="3" name="Afbeelding 2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171" cy="2819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73246" w:rsidRDefault="00073246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Herhalen Unlimited/ Simple/ Blintz.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88685" cy="2856441"/>
            <wp:effectExtent l="19050" t="19050" r="12065" b="20109"/>
            <wp:docPr id="4" name="Afbeelding 3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8685" cy="285644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73246" w:rsidRDefault="00073246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073246" w:rsidRDefault="00073246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073246" w:rsidRDefault="00073246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Zet de Mengmodus op </w:t>
      </w:r>
      <w:r w:rsidR="007323FB">
        <w:rPr>
          <w:rFonts w:ascii="Comic Sans MS" w:hAnsi="Comic Sans MS"/>
          <w:sz w:val="24"/>
          <w:szCs w:val="24"/>
        </w:rPr>
        <w:t>Bleken</w:t>
      </w:r>
      <w:r>
        <w:rPr>
          <w:rFonts w:ascii="Comic Sans MS" w:hAnsi="Comic Sans MS"/>
          <w:sz w:val="24"/>
          <w:szCs w:val="24"/>
        </w:rPr>
        <w:t>.</w:t>
      </w:r>
    </w:p>
    <w:p w:rsidR="007323FB" w:rsidRDefault="007323FB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7323FB" w:rsidRDefault="007323FB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Mehdi/ Sorting Tiles: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298626" cy="2737068"/>
            <wp:effectExtent l="19050" t="0" r="6924" b="0"/>
            <wp:docPr id="5" name="Afbeelding 4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2784" cy="27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3FB" w:rsidRDefault="007323FB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AP Lines/ Lines Silverlining: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83935" cy="3915087"/>
            <wp:effectExtent l="19050" t="0" r="0" b="0"/>
            <wp:docPr id="6" name="Afbeelding 5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391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3FB" w:rsidRDefault="007323FB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Simple/ Pizza Slice Mirror: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880073" cy="2876550"/>
            <wp:effectExtent l="19050" t="19050" r="25427" b="19050"/>
            <wp:docPr id="7" name="Afbeelding 6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5821" cy="28793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323FB" w:rsidRDefault="007323FB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Reliëf/ Reliëf.</w:t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achtergrondkleur.</w:t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PhotoMask: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514850" cy="3829050"/>
            <wp:effectExtent l="19050" t="0" r="0" b="0"/>
            <wp:docPr id="8" name="Afbeelding 7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Samenvoegen met vorige laag.</w:t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86100" cy="3505200"/>
            <wp:effectExtent l="19050" t="0" r="0" b="0"/>
            <wp:docPr id="9" name="Afbeelding 8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achtergrondkleur.</w:t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 de vormS.Eglantine.01.</w:t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Delete toets van je toetsenbord.</w:t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7323FB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Caroline and Sensibility/ CS Hlines:</w:t>
      </w:r>
      <w:r w:rsidR="007323FB"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657850" cy="2543175"/>
            <wp:effectExtent l="19050" t="0" r="0" b="0"/>
            <wp:docPr id="10" name="Afbeelding 9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Reliëf/ Reliëf.</w:t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aqchtergrondkleur.</w:t>
      </w:r>
    </w:p>
    <w:p w:rsidR="006113D1" w:rsidRDefault="006113D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</w:t>
      </w:r>
      <w:r w:rsidR="00F74148">
        <w:rPr>
          <w:rFonts w:ascii="Comic Sans MS" w:hAnsi="Comic Sans MS"/>
          <w:sz w:val="24"/>
          <w:szCs w:val="24"/>
        </w:rPr>
        <w:t xml:space="preserve"> de vorm S.Eglantie.02.</w:t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Delite toets van je toetsenbord.</w:t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&amp;&lt;Bkg Designer sf 10 I&gt;/ bee morph: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41060" cy="4399313"/>
            <wp:effectExtent l="19050" t="0" r="2540" b="0"/>
            <wp:docPr id="11" name="Afbeelding 10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399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Button &amp; Frames/ Glass Frame 2: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07735" cy="3337376"/>
            <wp:effectExtent l="19050" t="19050" r="12065" b="15424"/>
            <wp:docPr id="12" name="Afbeelding 11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333737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Fleurs 00.</w:t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achter de kaders links.</w:t>
      </w:r>
    </w:p>
    <w:p w:rsidR="00F74148" w:rsidRDefault="00F74148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F74148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Open de tube deco glass eglantine.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deco.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rechts in het kader. Zie voorbeeld.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95625" cy="3524250"/>
            <wp:effectExtent l="19050" t="0" r="9525" b="0"/>
            <wp:docPr id="13" name="Afbeelding 12" descr="ScreenShot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Patroon selecteren.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 3/ achtergrondkleur</w:t>
      </w:r>
      <w:r>
        <w:rPr>
          <w:rFonts w:ascii="Comic Sans MS" w:hAnsi="Comic Sans MS"/>
          <w:sz w:val="24"/>
          <w:szCs w:val="24"/>
        </w:rPr>
        <w:br/>
        <w:t>breed 2/ voorgrondkleur</w:t>
      </w:r>
      <w:r>
        <w:rPr>
          <w:rFonts w:ascii="Comic Sans MS" w:hAnsi="Comic Sans MS"/>
          <w:sz w:val="24"/>
          <w:szCs w:val="24"/>
        </w:rPr>
        <w:br/>
        <w:t>breed 3/ achtergrondkleur</w:t>
      </w:r>
      <w:r>
        <w:rPr>
          <w:rFonts w:ascii="Comic Sans MS" w:hAnsi="Comic Sans MS"/>
          <w:sz w:val="24"/>
          <w:szCs w:val="24"/>
        </w:rPr>
        <w:br/>
        <w:t>breed 45/ kleur wit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toverstaf de witte rand.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Vullen met patroon.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&amp;&lt;Bkg Designer sf10 I&gt;/ 4 Way Average: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41962" cy="2971911"/>
            <wp:effectExtent l="19050" t="19050" r="15938" b="18939"/>
            <wp:docPr id="14" name="Afbeelding 13" descr="ScreenShot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5485" cy="29736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Reliëf/ Reliëf.</w:t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F97D89" w:rsidRDefault="00F97D89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 w:rsidR="00CB2801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52750" cy="3248025"/>
            <wp:effectExtent l="19050" t="0" r="0" b="0"/>
            <wp:docPr id="15" name="Afbeelding 14" descr="ScreenShot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4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AAA Frames/ Foto Frame: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36252" cy="2399851"/>
            <wp:effectExtent l="19050" t="0" r="2598" b="0"/>
            <wp:docPr id="16" name="Afbeelding 15" descr="ScreenShot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5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4969" cy="2403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Buttons &amp; Frames/ Glass Frame 2: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04355" cy="3228045"/>
            <wp:effectExtent l="19050" t="19050" r="20195" b="10455"/>
            <wp:docPr id="17" name="Afbeelding 16" descr="ScreenShot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6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587" cy="323199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AnaRidzi1691.</w:t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Hoogte 615.</w:t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laag 1 en plak deze op je werk.</w:t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76575" cy="3533775"/>
            <wp:effectExtent l="19050" t="0" r="9525" b="0"/>
            <wp:docPr id="18" name="Afbeelding 17" descr="ScreenShot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7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CB2801" w:rsidRDefault="00CB280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 1/ kleur zwart.</w:t>
      </w:r>
    </w:p>
    <w:p w:rsidR="00CB2801" w:rsidRDefault="009D5F6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weer samen.</w:t>
      </w:r>
    </w:p>
    <w:p w:rsidR="009D5F61" w:rsidRDefault="009D5F61" w:rsidP="005A36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 700.</w:t>
      </w:r>
    </w:p>
    <w:p w:rsidR="009D5F61" w:rsidRDefault="009D5F61" w:rsidP="009D5F6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dit door mij vertaalde werkje van Manany.</w:t>
      </w:r>
    </w:p>
    <w:p w:rsidR="009D5F61" w:rsidRPr="009D5F61" w:rsidRDefault="009D5F61" w:rsidP="009D5F6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Merci Manany!</w:t>
      </w:r>
    </w:p>
    <w:sectPr w:rsidR="009D5F61" w:rsidRPr="009D5F61" w:rsidSect="005204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E530B"/>
    <w:multiLevelType w:val="hybridMultilevel"/>
    <w:tmpl w:val="4CE42B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04C4"/>
    <w:rsid w:val="00031E1E"/>
    <w:rsid w:val="00073246"/>
    <w:rsid w:val="000D57C7"/>
    <w:rsid w:val="000E2EAD"/>
    <w:rsid w:val="001E4DF3"/>
    <w:rsid w:val="00201F98"/>
    <w:rsid w:val="003C6A3D"/>
    <w:rsid w:val="003D1016"/>
    <w:rsid w:val="004937FD"/>
    <w:rsid w:val="005204C4"/>
    <w:rsid w:val="00525C4E"/>
    <w:rsid w:val="005A3643"/>
    <w:rsid w:val="006113D1"/>
    <w:rsid w:val="007323FB"/>
    <w:rsid w:val="0088561E"/>
    <w:rsid w:val="00922E27"/>
    <w:rsid w:val="009D5F61"/>
    <w:rsid w:val="00A0467B"/>
    <w:rsid w:val="00A14884"/>
    <w:rsid w:val="00B2386D"/>
    <w:rsid w:val="00BC6705"/>
    <w:rsid w:val="00C33AE3"/>
    <w:rsid w:val="00CB2801"/>
    <w:rsid w:val="00CB29CD"/>
    <w:rsid w:val="00DF65FC"/>
    <w:rsid w:val="00EB7DD3"/>
    <w:rsid w:val="00F3643E"/>
    <w:rsid w:val="00F74148"/>
    <w:rsid w:val="00F97D89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A3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3643"/>
    <w:rPr>
      <w:rFonts w:ascii="Tahoma" w:hAnsi="Tahoma" w:cs="Tahoma"/>
      <w:noProof/>
      <w:sz w:val="16"/>
      <w:szCs w:val="16"/>
    </w:rPr>
  </w:style>
  <w:style w:type="paragraph" w:styleId="Lijstalinea">
    <w:name w:val="List Paragraph"/>
    <w:basedOn w:val="Standaard"/>
    <w:uiPriority w:val="34"/>
    <w:qFormat/>
    <w:rsid w:val="005A36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Eglantine</Template>
  <TotalTime>81</TotalTime>
  <Pages>11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dcterms:created xsi:type="dcterms:W3CDTF">2016-06-14T11:46:00Z</dcterms:created>
  <dcterms:modified xsi:type="dcterms:W3CDTF">2016-06-14T13:07:00Z</dcterms:modified>
</cp:coreProperties>
</file>