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2A" w:rsidRDefault="003502E8" w:rsidP="0068207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Sanga Tsu</w:t>
      </w:r>
    </w:p>
    <w:p w:rsidR="00C44679" w:rsidRDefault="00340946" w:rsidP="0068207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lang w:eastAsia="nl-NL"/>
        </w:rPr>
        <w:drawing>
          <wp:inline distT="0" distB="0" distL="0" distR="0">
            <wp:extent cx="6645910" cy="4283075"/>
            <wp:effectExtent l="19050" t="0" r="2540" b="0"/>
            <wp:docPr id="14" name="Afbeelding 13" descr="Sanga T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a Tsu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8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Gemaakt met PFS X 10.10.1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Gebruikte filters 8bf:</w:t>
      </w:r>
    </w:p>
    <w:p w:rsidR="0068207A" w:rsidRDefault="0068207A" w:rsidP="0068207A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Importeren naar Unlimited:</w:t>
      </w:r>
    </w:p>
    <w:p w:rsidR="003502E8" w:rsidRPr="003502E8" w:rsidRDefault="003502E8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AFS IMPORT/ Heizenbe</w:t>
      </w:r>
    </w:p>
    <w:p w:rsidR="0068207A" w:rsidRDefault="0068207A" w:rsidP="0068207A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Andere filters 8bf:</w:t>
      </w:r>
    </w:p>
    <w:p w:rsidR="003502E8" w:rsidRPr="003502E8" w:rsidRDefault="003502E8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Simple/ Quick Tile</w:t>
      </w:r>
      <w:r>
        <w:rPr>
          <w:rFonts w:ascii="Comic Sans MS" w:hAnsi="Comic Sans MS"/>
          <w:sz w:val="24"/>
          <w:szCs w:val="24"/>
        </w:rPr>
        <w:br/>
        <w:t>Mura`s Meister/ Copies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Materialen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Met dank aan Riet en </w:t>
      </w:r>
      <w:r w:rsidR="0096584E">
        <w:rPr>
          <w:rFonts w:ascii="Comic Sans MS" w:hAnsi="Comic Sans MS"/>
          <w:sz w:val="24"/>
          <w:szCs w:val="24"/>
        </w:rPr>
        <w:t>Joke</w:t>
      </w:r>
      <w:r>
        <w:rPr>
          <w:rFonts w:ascii="Comic Sans MS" w:hAnsi="Comic Sans MS"/>
          <w:sz w:val="24"/>
          <w:szCs w:val="24"/>
        </w:rPr>
        <w:t xml:space="preserve"> voor het controleren van de les.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Zet onderstaande kleuren in je Aangepaste kleurenpalet:</w:t>
      </w:r>
    </w:p>
    <w:p w:rsidR="0068207A" w:rsidRDefault="003502E8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333750" cy="1428750"/>
            <wp:effectExtent l="19050" t="0" r="0" b="0"/>
            <wp:docPr id="1" name="Afbeelding 0" descr="Kleurenpalet Sanga R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palet Sanga Rsu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679" w:rsidRDefault="00C44679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</w:t>
      </w:r>
    </w:p>
    <w:p w:rsidR="00094137" w:rsidRDefault="00094137" w:rsidP="00094137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 w:rsidRPr="00094137">
        <w:rPr>
          <w:rFonts w:ascii="Comic Sans MS" w:hAnsi="Comic Sans MS"/>
          <w:sz w:val="24"/>
          <w:szCs w:val="24"/>
        </w:rPr>
        <w:t>Open een nieuwe afbeelding van 900</w:t>
      </w:r>
      <w:r>
        <w:rPr>
          <w:rFonts w:ascii="Comic Sans MS" w:hAnsi="Comic Sans MS"/>
          <w:sz w:val="24"/>
          <w:szCs w:val="24"/>
        </w:rPr>
        <w:t xml:space="preserve"> x 550/ wit.</w:t>
      </w:r>
    </w:p>
    <w:p w:rsidR="00094137" w:rsidRDefault="00094137" w:rsidP="00094137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afbeelding fond_96b5daac.</w:t>
      </w:r>
    </w:p>
    <w:p w:rsidR="00094137" w:rsidRDefault="00094137" w:rsidP="00094137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Kopiëren. Sluit de afbeelding.</w:t>
      </w:r>
    </w:p>
    <w:p w:rsidR="00094137" w:rsidRDefault="00094137" w:rsidP="00094137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Terug op je werk/ Selectie/ Alles selecteren.</w:t>
      </w:r>
    </w:p>
    <w:p w:rsidR="00094137" w:rsidRDefault="00094137" w:rsidP="00094137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</w:t>
      </w:r>
      <w:r w:rsidR="00C50B87">
        <w:rPr>
          <w:rFonts w:ascii="Comic Sans MS" w:hAnsi="Comic Sans MS"/>
          <w:sz w:val="24"/>
          <w:szCs w:val="24"/>
        </w:rPr>
        <w:t xml:space="preserve"> Plugin/ Past inside:</w:t>
      </w:r>
      <w:r w:rsidR="00C50B87">
        <w:rPr>
          <w:rFonts w:ascii="Comic Sans MS" w:hAnsi="Comic Sans MS"/>
          <w:sz w:val="24"/>
          <w:szCs w:val="24"/>
        </w:rPr>
        <w:br/>
      </w:r>
      <w:r w:rsidR="00C50B87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438525" cy="4791075"/>
            <wp:effectExtent l="19050" t="0" r="9525" b="0"/>
            <wp:docPr id="4" name="Afbeelding 3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060" w:rsidRDefault="0009413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 w:rsidRPr="00094137">
        <w:rPr>
          <w:rFonts w:ascii="Comic Sans MS" w:hAnsi="Comic Sans MS"/>
          <w:sz w:val="24"/>
          <w:szCs w:val="24"/>
        </w:rPr>
        <w:t>Filter/ visueel effect</w:t>
      </w:r>
      <w:r>
        <w:rPr>
          <w:rFonts w:ascii="Comic Sans MS" w:hAnsi="Comic Sans MS"/>
          <w:sz w:val="24"/>
          <w:szCs w:val="24"/>
        </w:rPr>
        <w:t>/ Versplintering.</w:t>
      </w:r>
    </w:p>
    <w:p w:rsidR="00094137" w:rsidRDefault="0009413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Herhaal Versplintering.</w:t>
      </w:r>
    </w:p>
    <w:p w:rsidR="00094137" w:rsidRDefault="0009413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Verscherpen/ Meer verscherpen/ Niveau 50 en Hoeveelheid 50.</w:t>
      </w:r>
    </w:p>
    <w:p w:rsidR="00094137" w:rsidRDefault="0009413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Simple/ Quick Tile: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591175" cy="2495550"/>
            <wp:effectExtent l="19050" t="0" r="9525" b="0"/>
            <wp:docPr id="2" name="Afbeelding 1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137" w:rsidRDefault="0009413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Mura`s meister/ Copies</w:t>
      </w:r>
      <w:r w:rsidR="00C50B87">
        <w:rPr>
          <w:rFonts w:ascii="Comic Sans MS" w:hAnsi="Comic Sans MS"/>
          <w:sz w:val="24"/>
          <w:szCs w:val="24"/>
        </w:rPr>
        <w:t>: Het kan er bij jou iets anders uitzien:</w:t>
      </w:r>
      <w:r w:rsidR="00C50B87">
        <w:rPr>
          <w:rFonts w:ascii="Comic Sans MS" w:hAnsi="Comic Sans MS"/>
          <w:sz w:val="24"/>
          <w:szCs w:val="24"/>
        </w:rPr>
        <w:br/>
      </w:r>
      <w:r w:rsidR="00C50B87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667375" cy="3105150"/>
            <wp:effectExtent l="19050" t="0" r="9525" b="0"/>
            <wp:docPr id="3" name="Afbeelding 2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B87" w:rsidRDefault="00C50B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C50B87" w:rsidRDefault="00C50B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wit.</w:t>
      </w:r>
    </w:p>
    <w:p w:rsidR="00C50B87" w:rsidRDefault="00C50B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afbeelding ft001 (27).</w:t>
      </w:r>
    </w:p>
    <w:p w:rsidR="00C50B87" w:rsidRDefault="00C50B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Kopiëren. Sluit de afbeelding.</w:t>
      </w:r>
    </w:p>
    <w:p w:rsidR="00C50B87" w:rsidRDefault="00C50B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Terug op laag 1 van je werk/ Selectie/ Alles selecteren.</w:t>
      </w:r>
    </w:p>
    <w:p w:rsidR="00C50B87" w:rsidRDefault="00C50B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Plugin/ Past inside. Als punt 5.</w:t>
      </w:r>
    </w:p>
    <w:p w:rsidR="00C50B87" w:rsidRDefault="00C50B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C50B87" w:rsidRDefault="00C50B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AFS IMPORT/ Heizenbe: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57525" cy="4791075"/>
            <wp:effectExtent l="38100" t="19050" r="28575" b="28575"/>
            <wp:docPr id="5" name="Afbeelding 4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47910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72779" w:rsidRDefault="00C50B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PhotoMask:</w:t>
      </w:r>
      <w:r>
        <w:rPr>
          <w:rFonts w:ascii="Comic Sans MS" w:hAnsi="Comic Sans MS"/>
          <w:sz w:val="24"/>
          <w:szCs w:val="24"/>
        </w:rPr>
        <w:br/>
      </w:r>
      <w:r w:rsidR="00072779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476750" cy="3790950"/>
            <wp:effectExtent l="19050" t="0" r="0" b="0"/>
            <wp:docPr id="6" name="Afbeelding 5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779" w:rsidRDefault="00072779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Dupliceren/</w:t>
      </w:r>
    </w:p>
    <w:p w:rsidR="00072779" w:rsidRDefault="00072779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Horizontaal spiegelen.</w:t>
      </w:r>
    </w:p>
    <w:p w:rsidR="00072779" w:rsidRDefault="00072779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laag</w:t>
      </w:r>
      <w:r w:rsidR="00953387">
        <w:rPr>
          <w:rFonts w:ascii="Comic Sans MS" w:hAnsi="Comic Sans MS"/>
          <w:sz w:val="24"/>
          <w:szCs w:val="24"/>
        </w:rPr>
        <w:t xml:space="preserve"> 2</w:t>
      </w:r>
      <w:r>
        <w:rPr>
          <w:rFonts w:ascii="Comic Sans MS" w:hAnsi="Comic Sans MS"/>
          <w:sz w:val="24"/>
          <w:szCs w:val="24"/>
        </w:rPr>
        <w:t>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86100" cy="3524250"/>
            <wp:effectExtent l="19050" t="0" r="0" b="0"/>
            <wp:docPr id="7" name="Afbeelding 6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387" w:rsidRDefault="009533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Herhaal de schaduw op laag 1.</w:t>
      </w:r>
    </w:p>
    <w:p w:rsidR="00072779" w:rsidRDefault="00072779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072779" w:rsidRDefault="00072779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Gaussiaanse vervaging/ 25.</w:t>
      </w:r>
    </w:p>
    <w:p w:rsidR="00072779" w:rsidRDefault="00072779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achtergrondkleur.</w:t>
      </w:r>
    </w:p>
    <w:p w:rsidR="00072779" w:rsidRDefault="00072779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PhotMask: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400550" cy="3781425"/>
            <wp:effectExtent l="19050" t="0" r="0" b="0"/>
            <wp:docPr id="8" name="Afbeelding 7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387" w:rsidRDefault="00072779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Textuur/ Fijn gaas</w:t>
      </w:r>
      <w:r w:rsidR="00953387">
        <w:rPr>
          <w:rFonts w:ascii="Comic Sans MS" w:hAnsi="Comic Sans MS"/>
          <w:sz w:val="24"/>
          <w:szCs w:val="24"/>
        </w:rPr>
        <w:t>.</w:t>
      </w:r>
    </w:p>
    <w:p w:rsidR="00953387" w:rsidRDefault="009533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paysage.</w:t>
      </w:r>
    </w:p>
    <w:p w:rsidR="00953387" w:rsidRDefault="009533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 en plak deze op de achtergrond.</w:t>
      </w:r>
    </w:p>
    <w:p w:rsidR="00953387" w:rsidRDefault="009533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Handmatig instellen: X = 205 en Y = -109.</w:t>
      </w:r>
    </w:p>
    <w:p w:rsidR="00953387" w:rsidRDefault="00953387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Je hebt nu dit: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01530" cy="3684868"/>
            <wp:effectExtent l="19050" t="0" r="0" b="0"/>
            <wp:docPr id="10" name="Afbeelding 9" descr="ScreenShot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7139" cy="368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B87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bouddha.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de bovenste laag.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Handmatig instellen: X = 20 en Y = 12.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86100" cy="3524250"/>
            <wp:effectExtent l="19050" t="0" r="0" b="0"/>
            <wp:docPr id="11" name="Afbeelding 10" descr="ScreenShot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ecriture.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rechts onder zoals je ziet op het voorbeeld.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Afbeelding/ Kader toevoegen/ breedte 2/ achtergrondkleur.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Patroon selecteren.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Breedte 40/ kleur wit.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met de toverstaf het witte kader.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Vullen met patroon.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Gaussiande vervaging/ 25.</w:t>
      </w:r>
    </w:p>
    <w:p w:rsidR="00B85F18" w:rsidRDefault="00B85F18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Filter/ Textuur/ </w:t>
      </w:r>
      <w:r w:rsidR="00340946">
        <w:rPr>
          <w:rFonts w:ascii="Comic Sans MS" w:hAnsi="Comic Sans MS"/>
          <w:sz w:val="24"/>
          <w:szCs w:val="24"/>
        </w:rPr>
        <w:t>Geschept papier.</w:t>
      </w:r>
    </w:p>
    <w:p w:rsidR="00340946" w:rsidRDefault="00340946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81325" cy="2771775"/>
            <wp:effectExtent l="19050" t="0" r="9525" b="0"/>
            <wp:docPr id="12" name="Afbeelding 11" descr="ScreenShot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946" w:rsidRDefault="00340946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Herhaal de schaduw, maar dan X en Y -5.</w:t>
      </w:r>
    </w:p>
    <w:p w:rsidR="00340946" w:rsidRDefault="00340946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340946" w:rsidRDefault="00340946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bambous.</w:t>
      </w:r>
    </w:p>
    <w:p w:rsidR="00340946" w:rsidRDefault="00340946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340946" w:rsidRDefault="00340946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Handmatig instellen: X = 684 en Y =90.</w:t>
      </w:r>
    </w:p>
    <w:p w:rsidR="00340946" w:rsidRDefault="00340946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95625" cy="3514725"/>
            <wp:effectExtent l="19050" t="0" r="9525" b="0"/>
            <wp:docPr id="13" name="Afbeelding 12" descr="ScreenShot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1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946" w:rsidRDefault="00340946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Zet je naam op het werk en voeg de lagen samen.</w:t>
      </w:r>
    </w:p>
    <w:p w:rsidR="00340946" w:rsidRDefault="00340946" w:rsidP="0068207A">
      <w:pPr>
        <w:pStyle w:val="Lijstalinea"/>
        <w:numPr>
          <w:ilvl w:val="0"/>
          <w:numId w:val="3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afbeelding: Breedte = 900.</w:t>
      </w:r>
    </w:p>
    <w:p w:rsidR="00340946" w:rsidRPr="00340946" w:rsidRDefault="00340946" w:rsidP="00340946">
      <w:pPr>
        <w:jc w:val="center"/>
        <w:rPr>
          <w:rFonts w:ascii="Comic Sans MS" w:hAnsi="Comic Sans MS"/>
          <w:sz w:val="24"/>
          <w:szCs w:val="24"/>
        </w:rPr>
      </w:pPr>
    </w:p>
    <w:p w:rsidR="004D4060" w:rsidRDefault="004D4060" w:rsidP="0068207A">
      <w:pPr>
        <w:jc w:val="center"/>
        <w:rPr>
          <w:rFonts w:ascii="Comic Sans MS" w:hAnsi="Comic Sans MS"/>
          <w:sz w:val="24"/>
          <w:szCs w:val="24"/>
        </w:rPr>
      </w:pPr>
    </w:p>
    <w:p w:rsidR="004D4060" w:rsidRDefault="004D4060" w:rsidP="0068207A">
      <w:pPr>
        <w:jc w:val="center"/>
        <w:rPr>
          <w:rFonts w:ascii="Comic Sans MS" w:hAnsi="Comic Sans MS"/>
          <w:sz w:val="24"/>
          <w:szCs w:val="24"/>
        </w:rPr>
      </w:pPr>
    </w:p>
    <w:p w:rsidR="004D4060" w:rsidRDefault="004D4060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Veel plezier met dit door mij vertaalde werkje van </w:t>
      </w:r>
      <w:r w:rsidR="00954F64">
        <w:rPr>
          <w:rFonts w:ascii="Comic Sans MS" w:hAnsi="Comic Sans MS"/>
          <w:sz w:val="24"/>
          <w:szCs w:val="24"/>
        </w:rPr>
        <w:t>Kathania</w:t>
      </w:r>
      <w:r>
        <w:rPr>
          <w:rFonts w:ascii="Comic Sans MS" w:hAnsi="Comic Sans MS"/>
          <w:sz w:val="24"/>
          <w:szCs w:val="24"/>
        </w:rPr>
        <w:t>.</w:t>
      </w:r>
    </w:p>
    <w:p w:rsidR="004D4060" w:rsidRPr="0068207A" w:rsidRDefault="004D4060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Merci </w:t>
      </w:r>
      <w:r w:rsidR="00954F64">
        <w:rPr>
          <w:rFonts w:ascii="Comic Sans MS" w:hAnsi="Comic Sans MS"/>
          <w:sz w:val="24"/>
          <w:szCs w:val="24"/>
        </w:rPr>
        <w:t>Kathania</w:t>
      </w:r>
      <w:r>
        <w:rPr>
          <w:rFonts w:ascii="Comic Sans MS" w:hAnsi="Comic Sans MS"/>
          <w:sz w:val="24"/>
          <w:szCs w:val="24"/>
        </w:rPr>
        <w:t>!</w:t>
      </w:r>
    </w:p>
    <w:sectPr w:rsidR="004D4060" w:rsidRPr="0068207A" w:rsidSect="006820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86C43"/>
    <w:multiLevelType w:val="hybridMultilevel"/>
    <w:tmpl w:val="47501D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714D4"/>
    <w:multiLevelType w:val="hybridMultilevel"/>
    <w:tmpl w:val="620CC6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F081B"/>
    <w:multiLevelType w:val="hybridMultilevel"/>
    <w:tmpl w:val="5ADE7F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D4060"/>
    <w:rsid w:val="00031E1E"/>
    <w:rsid w:val="00072779"/>
    <w:rsid w:val="00094137"/>
    <w:rsid w:val="000A57DD"/>
    <w:rsid w:val="000D1138"/>
    <w:rsid w:val="000D57C7"/>
    <w:rsid w:val="000E2EAD"/>
    <w:rsid w:val="001A0F5F"/>
    <w:rsid w:val="001E4DF3"/>
    <w:rsid w:val="00287186"/>
    <w:rsid w:val="00340946"/>
    <w:rsid w:val="003502E8"/>
    <w:rsid w:val="0035071A"/>
    <w:rsid w:val="0039783B"/>
    <w:rsid w:val="003C6A3D"/>
    <w:rsid w:val="003D1016"/>
    <w:rsid w:val="00475C9D"/>
    <w:rsid w:val="004937FD"/>
    <w:rsid w:val="004D4060"/>
    <w:rsid w:val="00525C4E"/>
    <w:rsid w:val="005A50BA"/>
    <w:rsid w:val="005C7A0B"/>
    <w:rsid w:val="0068207A"/>
    <w:rsid w:val="006A5148"/>
    <w:rsid w:val="0070294A"/>
    <w:rsid w:val="007215CC"/>
    <w:rsid w:val="0074220F"/>
    <w:rsid w:val="007B11DA"/>
    <w:rsid w:val="007F1FD0"/>
    <w:rsid w:val="0082054B"/>
    <w:rsid w:val="0088561E"/>
    <w:rsid w:val="008904BE"/>
    <w:rsid w:val="0089746D"/>
    <w:rsid w:val="00915CD1"/>
    <w:rsid w:val="00922E27"/>
    <w:rsid w:val="00953387"/>
    <w:rsid w:val="00954F64"/>
    <w:rsid w:val="0096584E"/>
    <w:rsid w:val="00A0467B"/>
    <w:rsid w:val="00A14884"/>
    <w:rsid w:val="00A47521"/>
    <w:rsid w:val="00B50E23"/>
    <w:rsid w:val="00B85F18"/>
    <w:rsid w:val="00BC6705"/>
    <w:rsid w:val="00BE48E5"/>
    <w:rsid w:val="00C07A84"/>
    <w:rsid w:val="00C33AE3"/>
    <w:rsid w:val="00C44679"/>
    <w:rsid w:val="00C50B87"/>
    <w:rsid w:val="00D37FF7"/>
    <w:rsid w:val="00D7285E"/>
    <w:rsid w:val="00DA05F7"/>
    <w:rsid w:val="00DA37E6"/>
    <w:rsid w:val="00DA696E"/>
    <w:rsid w:val="00DF65FC"/>
    <w:rsid w:val="00EA372F"/>
    <w:rsid w:val="00EB7DD3"/>
    <w:rsid w:val="00F3643E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4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4679"/>
    <w:rPr>
      <w:rFonts w:ascii="Tahoma" w:hAnsi="Tahoma" w:cs="Tahoma"/>
      <w:noProof/>
      <w:sz w:val="16"/>
      <w:szCs w:val="16"/>
    </w:rPr>
  </w:style>
  <w:style w:type="paragraph" w:styleId="Lijstalinea">
    <w:name w:val="List Paragraph"/>
    <w:basedOn w:val="Standaard"/>
    <w:uiPriority w:val="34"/>
    <w:qFormat/>
    <w:rsid w:val="008904BE"/>
    <w:pPr>
      <w:ind w:left="720"/>
      <w:contextualSpacing/>
    </w:pPr>
  </w:style>
  <w:style w:type="character" w:customStyle="1" w:styleId="style6">
    <w:name w:val="style6"/>
    <w:basedOn w:val="Standaardalinea-lettertype"/>
    <w:rsid w:val="000941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Sanga Tsu</Template>
  <TotalTime>138</TotalTime>
  <Pages>8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2018-02-12T17:58:00Z</dcterms:created>
  <dcterms:modified xsi:type="dcterms:W3CDTF">2018-02-12T20:15:00Z</dcterms:modified>
</cp:coreProperties>
</file>