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62A" w:rsidRDefault="005923A1" w:rsidP="0068207A">
      <w:p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Kiss from a Rose</w:t>
      </w:r>
    </w:p>
    <w:p w:rsidR="008B40D1" w:rsidRDefault="008B40D1" w:rsidP="0068207A">
      <w:p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  <w:lang w:eastAsia="nl-NL"/>
        </w:rPr>
        <w:drawing>
          <wp:inline distT="0" distB="0" distL="0" distR="0">
            <wp:extent cx="6645910" cy="4231005"/>
            <wp:effectExtent l="19050" t="0" r="2540" b="0"/>
            <wp:docPr id="18" name="Afbeelding 17" descr="Kiss from a Ro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iss from a Rose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231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207A" w:rsidRDefault="0068207A" w:rsidP="0068207A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Gemaakt met PFS X 10.10.1</w:t>
      </w:r>
    </w:p>
    <w:p w:rsidR="0068207A" w:rsidRDefault="0068207A" w:rsidP="0068207A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****************************************</w:t>
      </w:r>
    </w:p>
    <w:p w:rsidR="0068207A" w:rsidRDefault="0068207A" w:rsidP="0068207A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Gebruikte filters 8bf:</w:t>
      </w:r>
    </w:p>
    <w:p w:rsidR="0068207A" w:rsidRDefault="0068207A" w:rsidP="0068207A">
      <w:pPr>
        <w:jc w:val="center"/>
        <w:rPr>
          <w:rFonts w:ascii="Comic Sans MS" w:hAnsi="Comic Sans MS"/>
          <w:b/>
          <w:sz w:val="24"/>
          <w:szCs w:val="24"/>
          <w:u w:val="single"/>
        </w:rPr>
      </w:pPr>
      <w:r>
        <w:rPr>
          <w:rFonts w:ascii="Comic Sans MS" w:hAnsi="Comic Sans MS"/>
          <w:b/>
          <w:sz w:val="24"/>
          <w:szCs w:val="24"/>
          <w:u w:val="single"/>
        </w:rPr>
        <w:t>Importeren naar Unlimited:</w:t>
      </w:r>
    </w:p>
    <w:p w:rsidR="0068207A" w:rsidRPr="005923A1" w:rsidRDefault="005923A1" w:rsidP="0068207A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Mura`s Seamless/ Checks with Gradiation en Emboss at Alpha</w:t>
      </w:r>
      <w:r>
        <w:rPr>
          <w:rFonts w:ascii="Comic Sans MS" w:hAnsi="Comic Sans MS"/>
          <w:sz w:val="24"/>
          <w:szCs w:val="24"/>
        </w:rPr>
        <w:br/>
        <w:t>Bkg Designer sf10 I/ 4 Way Average</w:t>
      </w:r>
    </w:p>
    <w:p w:rsidR="0068207A" w:rsidRDefault="0068207A" w:rsidP="0068207A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b/>
          <w:sz w:val="24"/>
          <w:szCs w:val="24"/>
          <w:u w:val="single"/>
        </w:rPr>
        <w:t>Andere filters 8bf:</w:t>
      </w:r>
    </w:p>
    <w:p w:rsidR="0068207A" w:rsidRDefault="005923A1" w:rsidP="0068207A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Mehdi/ Wavy Lab 1.1</w:t>
      </w:r>
      <w:r>
        <w:rPr>
          <w:rFonts w:ascii="Comic Sans MS" w:hAnsi="Comic Sans MS"/>
          <w:sz w:val="24"/>
          <w:szCs w:val="24"/>
        </w:rPr>
        <w:br/>
        <w:t>AP 01(innovations) Lines</w:t>
      </w:r>
      <w:r>
        <w:rPr>
          <w:rFonts w:ascii="Comic Sans MS" w:hAnsi="Comic Sans MS"/>
          <w:sz w:val="24"/>
          <w:szCs w:val="24"/>
        </w:rPr>
        <w:br/>
        <w:t>Horizonaus Mixed bag/ StripesAreIn</w:t>
      </w:r>
    </w:p>
    <w:p w:rsidR="0068207A" w:rsidRDefault="0068207A" w:rsidP="0068207A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********************************************************</w:t>
      </w:r>
    </w:p>
    <w:p w:rsidR="0068207A" w:rsidRDefault="0068207A" w:rsidP="0068207A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Materialen</w:t>
      </w:r>
    </w:p>
    <w:p w:rsidR="0068207A" w:rsidRDefault="0068207A" w:rsidP="0068207A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*****************************</w:t>
      </w:r>
    </w:p>
    <w:p w:rsidR="0068207A" w:rsidRDefault="0068207A" w:rsidP="0068207A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Met dank aan Riet en Ans voor het controleren van de les.</w:t>
      </w:r>
    </w:p>
    <w:p w:rsidR="0068207A" w:rsidRDefault="0068207A" w:rsidP="0068207A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****************************************************************************</w:t>
      </w:r>
    </w:p>
    <w:p w:rsidR="0068207A" w:rsidRDefault="0068207A" w:rsidP="0068207A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Zet onderstaande kleuren in je Aangepaste kleurenpalet:</w:t>
      </w:r>
    </w:p>
    <w:p w:rsidR="0068207A" w:rsidRDefault="0068207A" w:rsidP="0068207A">
      <w:pPr>
        <w:jc w:val="center"/>
        <w:rPr>
          <w:rFonts w:ascii="Comic Sans MS" w:hAnsi="Comic Sans MS"/>
          <w:sz w:val="24"/>
          <w:szCs w:val="24"/>
        </w:rPr>
      </w:pPr>
    </w:p>
    <w:p w:rsidR="005923A1" w:rsidRDefault="005923A1" w:rsidP="0068207A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**************************************************************</w:t>
      </w:r>
    </w:p>
    <w:p w:rsidR="005923A1" w:rsidRDefault="005923A1" w:rsidP="005923A1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Open een nieuwe afbeelding van 900 x 550/ achtergrondkleur.</w:t>
      </w:r>
    </w:p>
    <w:p w:rsidR="005923A1" w:rsidRDefault="005923A1" w:rsidP="005923A1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Laag/ Nieuw/ Leeg/ voorgrondkleur.</w:t>
      </w:r>
    </w:p>
    <w:p w:rsidR="005923A1" w:rsidRDefault="005923A1" w:rsidP="005923A1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Laag/ Nieuw/ Leeg/ wit.</w:t>
      </w:r>
    </w:p>
    <w:p w:rsidR="005923A1" w:rsidRDefault="005923A1" w:rsidP="005923A1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Laag Handmatig instellen:</w:t>
      </w:r>
      <w:r>
        <w:rPr>
          <w:rFonts w:ascii="Comic Sans MS" w:hAnsi="Comic Sans MS"/>
          <w:sz w:val="24"/>
          <w:szCs w:val="24"/>
        </w:rPr>
        <w:br/>
      </w:r>
      <w:r w:rsidR="00E75BC7"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3028950" cy="3695700"/>
            <wp:effectExtent l="19050" t="0" r="0" b="0"/>
            <wp:docPr id="2" name="Afbeelding 1" descr="ScreenShot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1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28950" cy="369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23A1" w:rsidRDefault="00E75BC7" w:rsidP="005923A1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Klik op de verfpot/ zet de Toerantie op 30 en de Dekking op 60: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866775" cy="2895600"/>
            <wp:effectExtent l="19050" t="0" r="9525" b="0"/>
            <wp:docPr id="3" name="Afbeelding 2" descr="ScreenShot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2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289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5BC7" w:rsidRDefault="00E75BC7" w:rsidP="005923A1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Vul de strook met de voorgrondkleur.</w:t>
      </w:r>
    </w:p>
    <w:p w:rsidR="00E75BC7" w:rsidRDefault="00E75BC7" w:rsidP="005923A1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Filter 8bf/ Unlimited/ Mura`s Seamless/ Check with Gradiation: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4924425" cy="5210175"/>
            <wp:effectExtent l="19050" t="19050" r="28575" b="28575"/>
            <wp:docPr id="4" name="Afbeelding 3" descr="ScreenShot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3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521017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E75BC7" w:rsidRDefault="00E75BC7" w:rsidP="005923A1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Dubbelklik op de laag/ Slagschaduw: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3048000" cy="3552825"/>
            <wp:effectExtent l="19050" t="0" r="0" b="0"/>
            <wp:docPr id="5" name="Afbeelding 4" descr="ScreenShot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4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3552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5BC7" w:rsidRDefault="00E75BC7" w:rsidP="005923A1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Klik op Laag 1. </w:t>
      </w:r>
    </w:p>
    <w:p w:rsidR="00E75BC7" w:rsidRDefault="00E75BC7" w:rsidP="005923A1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Filter/ PhotoMask: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4467225" cy="3781425"/>
            <wp:effectExtent l="19050" t="0" r="9525" b="0"/>
            <wp:docPr id="6" name="Afbeelding 5" descr="ScreenShot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5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3781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3A39" w:rsidRDefault="00E75BC7" w:rsidP="005923A1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Blijf op laag 1/ Selectie/ Handmatig instellen:</w:t>
      </w:r>
      <w:r>
        <w:rPr>
          <w:rFonts w:ascii="Comic Sans MS" w:hAnsi="Comic Sans MS"/>
          <w:sz w:val="24"/>
          <w:szCs w:val="24"/>
        </w:rPr>
        <w:br/>
      </w:r>
      <w:r w:rsidR="00F63A39"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3038475" cy="4505325"/>
            <wp:effectExtent l="19050" t="0" r="9525" b="0"/>
            <wp:docPr id="7" name="Afbeelding 6" descr="ScreenShot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6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38475" cy="450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3A39" w:rsidRDefault="00F63A39" w:rsidP="005923A1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Herhaal het PhotoMask met dezelfde instellingen.</w:t>
      </w:r>
    </w:p>
    <w:p w:rsidR="00F63A39" w:rsidRDefault="00F63A39" w:rsidP="005923A1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Het ziet er nu zo uit: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6351788" cy="3372529"/>
            <wp:effectExtent l="19050" t="0" r="0" b="0"/>
            <wp:docPr id="8" name="Afbeelding 7" descr="ScreenShot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7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59799" cy="33767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3A39" w:rsidRDefault="00F63A39" w:rsidP="005923A1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Verbergen.</w:t>
      </w:r>
    </w:p>
    <w:p w:rsidR="00977F5D" w:rsidRDefault="00977F5D" w:rsidP="005923A1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Laag/ Samenvoegen met vorige laag.</w:t>
      </w:r>
    </w:p>
    <w:p w:rsidR="00977F5D" w:rsidRDefault="00977F5D" w:rsidP="005923A1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Klik op de toverstaf/ zet de tolerantie op 0.</w:t>
      </w:r>
      <w:r w:rsidRPr="00977F5D">
        <w:rPr>
          <w:rFonts w:ascii="Comic Sans MS" w:hAnsi="Comic Sans MS"/>
          <w:color w:val="000000"/>
          <w:sz w:val="27"/>
          <w:szCs w:val="27"/>
        </w:rPr>
        <w:t xml:space="preserve"> </w:t>
      </w:r>
    </w:p>
    <w:p w:rsidR="00977F5D" w:rsidRDefault="00977F5D" w:rsidP="005923A1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Klik in het middelste donkere gedeelte van je werk.</w:t>
      </w:r>
    </w:p>
    <w:p w:rsidR="00CB00F7" w:rsidRDefault="00CB00F7" w:rsidP="005923A1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 8bf/ Mehdi/ Wavy Lab 1.1:</w:t>
      </w:r>
      <w:r>
        <w:rPr>
          <w:rFonts w:ascii="Comic Sans MS" w:hAnsi="Comic Sans MS"/>
          <w:sz w:val="24"/>
          <w:szCs w:val="24"/>
        </w:rPr>
        <w:br/>
      </w:r>
      <w:r w:rsidR="002E2B31"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6102985" cy="2597821"/>
            <wp:effectExtent l="19050" t="0" r="0" b="0"/>
            <wp:docPr id="10" name="Afbeelding 9" descr="ScreenShot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8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02985" cy="25978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2B31" w:rsidRDefault="002E2B31" w:rsidP="005923A1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Bewerken/ Omkaderen en vullen/ Streep/ kleur zwart/ breed 1/ Dekking 100.</w:t>
      </w:r>
    </w:p>
    <w:p w:rsidR="002E2B31" w:rsidRDefault="002E2B31" w:rsidP="005923A1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Verbergen.</w:t>
      </w:r>
    </w:p>
    <w:p w:rsidR="007F1C04" w:rsidRDefault="002E2B31" w:rsidP="005923A1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Klik op de toverstaf/ zet de Tolerantie op 12/ zorg dat er géén vinkje voor kleur staat, haal dit anders weg.</w:t>
      </w:r>
    </w:p>
    <w:p w:rsidR="007F1C04" w:rsidRDefault="007F1C04" w:rsidP="005923A1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Selecteer nu met de Control toets ingedrukt. De grijze gedeelten van het masker. Vergeet hierbij de onderste kleine niet!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6191250" cy="3248025"/>
            <wp:effectExtent l="19050" t="0" r="0" b="0"/>
            <wp:docPr id="11" name="Afbeelding 10" descr="ScreenShot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9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91250" cy="324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1C04" w:rsidRDefault="007F1C04" w:rsidP="005923A1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 8bf/ Ap Lines/ Silverlining: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6131560" cy="2744731"/>
            <wp:effectExtent l="19050" t="19050" r="21590" b="17519"/>
            <wp:docPr id="12" name="Afbeelding 11" descr="ScreenShot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10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31560" cy="2744731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7F1C04" w:rsidRDefault="007F1C04" w:rsidP="005923A1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Verbergen.</w:t>
      </w:r>
    </w:p>
    <w:p w:rsidR="007F1C04" w:rsidRDefault="007F1C04" w:rsidP="005923A1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Wissel de kleurenblokjes boven in je kleurenpalet, zodat de achtergrond boven komt te staan.</w:t>
      </w:r>
    </w:p>
    <w:p w:rsidR="007F1C04" w:rsidRDefault="007F1C04" w:rsidP="005923A1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Klik op laag 2.</w:t>
      </w:r>
    </w:p>
    <w:p w:rsidR="007F1C04" w:rsidRDefault="007F1C04" w:rsidP="005923A1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Open de brush decoration 1.</w:t>
      </w:r>
    </w:p>
    <w:p w:rsidR="007F1C04" w:rsidRDefault="007F1C04" w:rsidP="005923A1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Bewerken/ Kopiëren en daarna de brush sluiten.</w:t>
      </w:r>
    </w:p>
    <w:p w:rsidR="007F1C04" w:rsidRDefault="007F1C04" w:rsidP="005923A1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Bewerken/ Plakken speciaal/ Masker.</w:t>
      </w:r>
    </w:p>
    <w:p w:rsidR="00827989" w:rsidRDefault="00827989" w:rsidP="005923A1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Laag/ Handmatig instellen: X = 735 en Y = 58.</w:t>
      </w:r>
    </w:p>
    <w:p w:rsidR="00827989" w:rsidRDefault="00827989" w:rsidP="005923A1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Laag/ Dupliceren.</w:t>
      </w:r>
    </w:p>
    <w:p w:rsidR="00827989" w:rsidRDefault="00827989" w:rsidP="005923A1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Laag/ Vervormen/ Horizontaal spiegelen.</w:t>
      </w:r>
    </w:p>
    <w:p w:rsidR="00827989" w:rsidRDefault="00827989" w:rsidP="005923A1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Laag/ Handmatig instellen: X = 39 en Y = 58.</w:t>
      </w:r>
    </w:p>
    <w:p w:rsidR="00827989" w:rsidRDefault="00827989" w:rsidP="005923A1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Klik op de bovenste laag.</w:t>
      </w:r>
    </w:p>
    <w:p w:rsidR="00827989" w:rsidRDefault="00827989" w:rsidP="005923A1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Open de tube decoration 2.</w:t>
      </w:r>
    </w:p>
    <w:p w:rsidR="00827989" w:rsidRDefault="00827989" w:rsidP="005923A1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Kopieer de tube en plak deze op je werk.</w:t>
      </w:r>
    </w:p>
    <w:p w:rsidR="00827989" w:rsidRDefault="00827989" w:rsidP="005923A1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Laag/ Handmatig instellen: X = 133 en Y = 62.</w:t>
      </w:r>
    </w:p>
    <w:p w:rsidR="00827989" w:rsidRDefault="00827989" w:rsidP="005923A1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Open de tube decoration 3.</w:t>
      </w:r>
    </w:p>
    <w:p w:rsidR="00827989" w:rsidRDefault="00827989" w:rsidP="005923A1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Kopieer de tube en plak deze op je werk.</w:t>
      </w:r>
    </w:p>
    <w:p w:rsidR="00827989" w:rsidRDefault="00827989" w:rsidP="005923A1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Laag/ Handmatig instellen: X = 682 en Y = 196.</w:t>
      </w:r>
    </w:p>
    <w:p w:rsidR="00827989" w:rsidRDefault="00827989" w:rsidP="005923A1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 8bf/ Unlimited/ Bkg Designer sf10 I/ 4 Way Average: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5010150" cy="3467100"/>
            <wp:effectExtent l="19050" t="19050" r="19050" b="19050"/>
            <wp:docPr id="13" name="Afbeelding 12" descr="ScreenShot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11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34671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27989" w:rsidRDefault="00827989" w:rsidP="005923A1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Filter 8bf/ Unlimited/ Mura`s Seamles/ Emboss at Alpha: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4953000" cy="5210175"/>
            <wp:effectExtent l="19050" t="19050" r="19050" b="28575"/>
            <wp:docPr id="14" name="Afbeelding 13" descr="ScreenShot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12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521017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E4110C" w:rsidRDefault="00E4110C" w:rsidP="00E4110C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Dubbelklik op de laag/ Slagschaduw/ meteen OK.</w:t>
      </w:r>
    </w:p>
    <w:p w:rsidR="00E4110C" w:rsidRPr="00E4110C" w:rsidRDefault="00E4110C" w:rsidP="00E4110C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 w:rsidRPr="00E4110C">
        <w:rPr>
          <w:rFonts w:ascii="Comic Sans MS" w:hAnsi="Comic Sans MS"/>
          <w:sz w:val="24"/>
          <w:szCs w:val="24"/>
        </w:rPr>
        <w:t xml:space="preserve">Filter/ Kleuren/ </w:t>
      </w:r>
      <w:r w:rsidRPr="00E4110C">
        <w:rPr>
          <w:rFonts w:ascii="Comic Sans MS" w:hAnsi="Comic Sans MS"/>
          <w:color w:val="000000"/>
          <w:sz w:val="27"/>
          <w:szCs w:val="27"/>
        </w:rPr>
        <w:t xml:space="preserve">Kleuren verlevendigen. </w:t>
      </w:r>
    </w:p>
    <w:p w:rsidR="00E4110C" w:rsidRDefault="00E4110C" w:rsidP="005923A1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Open de tube femme_chienne.</w:t>
      </w:r>
    </w:p>
    <w:p w:rsidR="00E4110C" w:rsidRDefault="00E4110C" w:rsidP="005923A1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Kopieer de tube en plak deze op je werk.</w:t>
      </w:r>
    </w:p>
    <w:p w:rsidR="00E4110C" w:rsidRDefault="00E4110C" w:rsidP="005923A1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Laag/ Handmatig instellen: X = 308 en Y = 12.</w:t>
      </w:r>
    </w:p>
    <w:p w:rsidR="00E4110C" w:rsidRDefault="00E4110C" w:rsidP="005923A1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Dubbelklik op de laag/ Slagschaduw: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3076575" cy="3543300"/>
            <wp:effectExtent l="19050" t="0" r="9525" b="0"/>
            <wp:docPr id="15" name="Afbeelding 14" descr="ScreenShot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13.jp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76575" cy="354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110C" w:rsidRDefault="00E4110C" w:rsidP="005923A1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Laag/ Alle lagen samenvoegen.</w:t>
      </w:r>
    </w:p>
    <w:p w:rsidR="00E4110C" w:rsidRDefault="00E4110C" w:rsidP="005923A1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Zet de vorgrond weer naar het bovenste blokje.</w:t>
      </w:r>
    </w:p>
    <w:p w:rsidR="00E4110C" w:rsidRDefault="00E4110C" w:rsidP="005923A1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Afbeelding/ Kader toevoegen/ breed 1/ achtergrondkleur.</w:t>
      </w:r>
    </w:p>
    <w:p w:rsidR="00E4110C" w:rsidRDefault="00E4110C" w:rsidP="005923A1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Afbeelding/ Kader toevoegen/ breed 30/ wit.</w:t>
      </w:r>
    </w:p>
    <w:p w:rsidR="00E4110C" w:rsidRDefault="00E4110C" w:rsidP="005923A1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Klik op de toverstaf/ zet de tolerantie op 0 en selecteer de witte rand.</w:t>
      </w:r>
    </w:p>
    <w:p w:rsidR="009B29A4" w:rsidRDefault="009B29A4" w:rsidP="005923A1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 8bf/ Horizonaus Mixed bag/ StripesareIn: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6324600" cy="2333625"/>
            <wp:effectExtent l="19050" t="0" r="0" b="0"/>
            <wp:docPr id="16" name="Afbeelding 15" descr="ScreenShot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14.jp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24600" cy="233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29A4" w:rsidRDefault="009B29A4" w:rsidP="005923A1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Verbergen.</w:t>
      </w:r>
    </w:p>
    <w:p w:rsidR="009B29A4" w:rsidRDefault="009B29A4" w:rsidP="005923A1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Selecteer de witte randen onder en boven. Houd daarbij de control toets ingedrukt.</w:t>
      </w:r>
    </w:p>
    <w:p w:rsidR="009B29A4" w:rsidRDefault="009B29A4" w:rsidP="005923A1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Klik op de verfpot/ tolerantie 100/ Dekking 100/ en vul de randen met de achtergrondkleur/ (Rechtsklikken).</w:t>
      </w:r>
    </w:p>
    <w:p w:rsidR="003D4BA6" w:rsidRDefault="009B29A4" w:rsidP="003D4BA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Filter AP Lines/ Silverlining: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6316118" cy="4050016"/>
            <wp:effectExtent l="19050" t="0" r="8482" b="0"/>
            <wp:docPr id="17" name="Afbeelding 16" descr="ScreenShot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15.jp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21770" cy="4053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4BA6" w:rsidRDefault="003D4BA6" w:rsidP="003D4BA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Filter/ Relief/ Relief.</w:t>
      </w:r>
    </w:p>
    <w:p w:rsidR="003D4BA6" w:rsidRDefault="003D4BA6" w:rsidP="003D4BA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Verbergen.</w:t>
      </w:r>
    </w:p>
    <w:p w:rsidR="003D4BA6" w:rsidRDefault="003D4BA6" w:rsidP="003D4BA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Afbeelding/ Kader toevoegen/ breed 1/ achtergrondkleur.</w:t>
      </w:r>
    </w:p>
    <w:p w:rsidR="003D4BA6" w:rsidRDefault="003D4BA6" w:rsidP="003D4BA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Open de tube met de tekst.</w:t>
      </w:r>
    </w:p>
    <w:p w:rsidR="003D4BA6" w:rsidRDefault="003D4BA6" w:rsidP="003D4BA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Kopieer de tekst en plak deze op je werk.</w:t>
      </w:r>
    </w:p>
    <w:p w:rsidR="003D4BA6" w:rsidRDefault="003D4BA6" w:rsidP="003D4BA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Laat de tekst zo staan of zet hem op een andere plek waar je hem mooi vind.</w:t>
      </w:r>
    </w:p>
    <w:p w:rsidR="003D4BA6" w:rsidRDefault="003D4BA6" w:rsidP="003D4BA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Voeg alle lagen samen.</w:t>
      </w:r>
    </w:p>
    <w:p w:rsidR="003D4BA6" w:rsidRDefault="003D4BA6" w:rsidP="003D4BA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Afbeelding/ Afmetingen afbeelding/ breed 900.</w:t>
      </w:r>
    </w:p>
    <w:p w:rsidR="003D4BA6" w:rsidRDefault="003D4BA6" w:rsidP="003D4BA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Zet je naam op het werk en voeg de lagen weer samen.</w:t>
      </w:r>
    </w:p>
    <w:p w:rsidR="003D4BA6" w:rsidRDefault="003D4BA6" w:rsidP="003D4BA6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Veel plezier met dit door mij vertaalde werkje van Kathania.</w:t>
      </w:r>
    </w:p>
    <w:p w:rsidR="00E75BC7" w:rsidRPr="003D4BA6" w:rsidRDefault="003D4BA6" w:rsidP="003D4BA6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Bedankt Kathania!</w:t>
      </w:r>
      <w:r w:rsidR="00E75BC7" w:rsidRPr="003D4BA6">
        <w:rPr>
          <w:rFonts w:ascii="Comic Sans MS" w:hAnsi="Comic Sans MS"/>
          <w:sz w:val="24"/>
          <w:szCs w:val="24"/>
        </w:rPr>
        <w:br/>
      </w:r>
    </w:p>
    <w:sectPr w:rsidR="00E75BC7" w:rsidRPr="003D4BA6" w:rsidSect="0068207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872F7B"/>
    <w:multiLevelType w:val="hybridMultilevel"/>
    <w:tmpl w:val="88CC6BB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drawingGridHorizontalSpacing w:val="110"/>
  <w:displayHorizontalDrawingGridEvery w:val="2"/>
  <w:characterSpacingControl w:val="doNotCompress"/>
  <w:compat/>
  <w:rsids>
    <w:rsidRoot w:val="00D616F1"/>
    <w:rsid w:val="00031E1E"/>
    <w:rsid w:val="000D57C7"/>
    <w:rsid w:val="000E2EAD"/>
    <w:rsid w:val="001E4DF3"/>
    <w:rsid w:val="002E2B31"/>
    <w:rsid w:val="003C6A3D"/>
    <w:rsid w:val="003D1016"/>
    <w:rsid w:val="003D4BA6"/>
    <w:rsid w:val="004937FD"/>
    <w:rsid w:val="00525C4E"/>
    <w:rsid w:val="005923A1"/>
    <w:rsid w:val="005A50BA"/>
    <w:rsid w:val="0068207A"/>
    <w:rsid w:val="007D3463"/>
    <w:rsid w:val="007F1C04"/>
    <w:rsid w:val="00827989"/>
    <w:rsid w:val="0088561E"/>
    <w:rsid w:val="008B40D1"/>
    <w:rsid w:val="00922E27"/>
    <w:rsid w:val="00977F5D"/>
    <w:rsid w:val="009B29A4"/>
    <w:rsid w:val="00A0467B"/>
    <w:rsid w:val="00A14884"/>
    <w:rsid w:val="00BC6705"/>
    <w:rsid w:val="00C33AE3"/>
    <w:rsid w:val="00CB00F7"/>
    <w:rsid w:val="00D616F1"/>
    <w:rsid w:val="00DF65FC"/>
    <w:rsid w:val="00E4110C"/>
    <w:rsid w:val="00E75BC7"/>
    <w:rsid w:val="00EB7DD3"/>
    <w:rsid w:val="00F3643E"/>
    <w:rsid w:val="00F63A39"/>
    <w:rsid w:val="00FE36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D57C7"/>
    <w:rPr>
      <w:noProof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923A1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5923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923A1"/>
    <w:rPr>
      <w:rFonts w:ascii="Tahoma" w:hAnsi="Tahoma" w:cs="Tahoma"/>
      <w:noProof/>
      <w:sz w:val="16"/>
      <w:szCs w:val="16"/>
    </w:rPr>
  </w:style>
  <w:style w:type="paragraph" w:styleId="Normaalweb">
    <w:name w:val="Normal (Web)"/>
    <w:basedOn w:val="Standaard"/>
    <w:uiPriority w:val="99"/>
    <w:semiHidden/>
    <w:unhideWhenUsed/>
    <w:rsid w:val="00E411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ebruiker\AppData\Roaming\Microsoft\Sjablonen\lessen%20Manany.dotx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lessen Manany</Template>
  <TotalTime>159</TotalTime>
  <Pages>10</Pages>
  <Words>577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5</cp:revision>
  <dcterms:created xsi:type="dcterms:W3CDTF">2016-10-12T09:25:00Z</dcterms:created>
  <dcterms:modified xsi:type="dcterms:W3CDTF">2016-10-12T12:05:00Z</dcterms:modified>
</cp:coreProperties>
</file>